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AC107" w14:textId="2B9C5570" w:rsidR="00B363E5" w:rsidRDefault="00B72EE4" w:rsidP="00B363E5">
      <w:pPr>
        <w:spacing w:after="120"/>
        <w:rPr>
          <w:rFonts w:ascii="Arial" w:hAnsi="Arial" w:cs="Arial"/>
          <w:b/>
          <w:sz w:val="20"/>
          <w:szCs w:val="20"/>
        </w:rPr>
      </w:pPr>
      <w:r w:rsidRPr="00B72EE4">
        <w:rPr>
          <w:rFonts w:ascii="Arial" w:hAnsi="Arial" w:cs="Arial"/>
          <w:b/>
          <w:sz w:val="20"/>
          <w:szCs w:val="20"/>
        </w:rPr>
        <w:t xml:space="preserve">Załącznik nr </w:t>
      </w:r>
      <w:r w:rsidR="0031649E">
        <w:rPr>
          <w:rFonts w:ascii="Arial" w:hAnsi="Arial" w:cs="Arial"/>
          <w:b/>
          <w:sz w:val="20"/>
          <w:szCs w:val="20"/>
        </w:rPr>
        <w:t>2</w:t>
      </w:r>
      <w:r w:rsidR="0031649E" w:rsidRPr="00B72EE4">
        <w:rPr>
          <w:rFonts w:ascii="Arial" w:hAnsi="Arial" w:cs="Arial"/>
          <w:b/>
          <w:sz w:val="20"/>
          <w:szCs w:val="20"/>
        </w:rPr>
        <w:t xml:space="preserve"> </w:t>
      </w:r>
      <w:r w:rsidRPr="00B72EE4">
        <w:rPr>
          <w:rFonts w:ascii="Arial" w:hAnsi="Arial" w:cs="Arial"/>
          <w:b/>
          <w:sz w:val="20"/>
          <w:szCs w:val="20"/>
        </w:rPr>
        <w:t xml:space="preserve">do OPZ – Harmonogram Prac </w:t>
      </w:r>
    </w:p>
    <w:p w14:paraId="0CACE745" w14:textId="77777777" w:rsidR="005334DA" w:rsidRPr="00CB15F7" w:rsidRDefault="005334DA" w:rsidP="00B363E5">
      <w:pPr>
        <w:spacing w:after="120"/>
        <w:rPr>
          <w:rFonts w:ascii="Arial" w:hAnsi="Arial" w:cs="Arial"/>
          <w:b/>
          <w:sz w:val="20"/>
          <w:szCs w:val="20"/>
        </w:rPr>
      </w:pPr>
    </w:p>
    <w:tbl>
      <w:tblPr>
        <w:tblW w:w="9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4013"/>
        <w:gridCol w:w="2392"/>
        <w:gridCol w:w="2197"/>
      </w:tblGrid>
      <w:tr w:rsidR="005334DA" w:rsidRPr="00CB15F7" w14:paraId="0DEBD868" w14:textId="77777777" w:rsidTr="005334DA">
        <w:trPr>
          <w:trHeight w:val="51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05B5" w14:textId="77777777" w:rsidR="005334DA" w:rsidRPr="00CB15F7" w:rsidRDefault="005334DA" w:rsidP="00FE5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5F7">
              <w:rPr>
                <w:rFonts w:ascii="Arial" w:hAnsi="Arial" w:cs="Arial"/>
                <w:sz w:val="20"/>
                <w:szCs w:val="20"/>
              </w:rPr>
              <w:t>Lp. pozycji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3B443" w14:textId="77777777" w:rsidR="005334DA" w:rsidRPr="00CB15F7" w:rsidRDefault="005334DA" w:rsidP="00FE5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5F7">
              <w:rPr>
                <w:rFonts w:ascii="Arial" w:hAnsi="Arial" w:cs="Arial"/>
                <w:sz w:val="20"/>
                <w:szCs w:val="20"/>
              </w:rPr>
              <w:t>Opis pozycji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616E" w14:textId="77777777" w:rsidR="005334DA" w:rsidRPr="00CB15F7" w:rsidRDefault="005334DA" w:rsidP="00FE5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5F7">
              <w:rPr>
                <w:rFonts w:ascii="Arial" w:hAnsi="Arial" w:cs="Arial"/>
                <w:sz w:val="20"/>
                <w:szCs w:val="20"/>
              </w:rPr>
              <w:t>Data rozpoczęcia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92CC" w14:textId="77777777" w:rsidR="005334DA" w:rsidRPr="00CB15F7" w:rsidRDefault="005334DA" w:rsidP="00FE5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5F7">
              <w:rPr>
                <w:rFonts w:ascii="Arial" w:hAnsi="Arial" w:cs="Arial"/>
                <w:sz w:val="20"/>
                <w:szCs w:val="20"/>
              </w:rPr>
              <w:t>Data zakończenia</w:t>
            </w:r>
          </w:p>
        </w:tc>
      </w:tr>
      <w:tr w:rsidR="005334DA" w:rsidRPr="00CB15F7" w14:paraId="5B5688A1" w14:textId="77777777" w:rsidTr="005334DA">
        <w:trPr>
          <w:trHeight w:val="29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D9D291" w14:textId="77777777" w:rsidR="005334DA" w:rsidRPr="00CB15F7" w:rsidRDefault="005334DA" w:rsidP="00FE5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5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6FD4C6" w14:textId="77777777" w:rsidR="005334DA" w:rsidRPr="00CB15F7" w:rsidRDefault="005334DA" w:rsidP="00FE538D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B15F7">
              <w:rPr>
                <w:rFonts w:ascii="Arial" w:eastAsia="Arial Unicode MS" w:hAnsi="Arial" w:cs="Arial"/>
                <w:sz w:val="20"/>
                <w:szCs w:val="20"/>
              </w:rPr>
              <w:t>2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3429071" w14:textId="77777777" w:rsidR="005334DA" w:rsidRPr="00CB15F7" w:rsidRDefault="005334DA" w:rsidP="00FE5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5F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ABF0BB" w14:textId="77777777" w:rsidR="005334DA" w:rsidRPr="00CB15F7" w:rsidRDefault="005334DA" w:rsidP="00FE53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15F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334DA" w:rsidRPr="00CB15F7" w14:paraId="2B453C1C" w14:textId="77777777" w:rsidTr="005334DA">
        <w:trPr>
          <w:trHeight w:val="29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469BF" w14:textId="30C77485" w:rsidR="005334DA" w:rsidRPr="00CB15F7" w:rsidRDefault="005334DA" w:rsidP="001937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99563" w14:textId="7CBF4219" w:rsidR="005334DA" w:rsidRPr="00CB15F7" w:rsidRDefault="005334DA" w:rsidP="001937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Dostawa pompy i prace montażowe 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4B800" w14:textId="5140BA95" w:rsidR="005334DA" w:rsidRPr="00CB15F7" w:rsidRDefault="005334DA" w:rsidP="001937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04.05.2026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CB51" w14:textId="0B0A9BED" w:rsidR="005334DA" w:rsidRPr="00CB15F7" w:rsidRDefault="005334DA" w:rsidP="001937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21.08.2026</w:t>
            </w:r>
          </w:p>
        </w:tc>
      </w:tr>
      <w:tr w:rsidR="005334DA" w:rsidRPr="00CB15F7" w14:paraId="3A621EED" w14:textId="77777777" w:rsidTr="005334DA">
        <w:trPr>
          <w:trHeight w:val="29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FC9DA" w14:textId="6DC6E23E" w:rsidR="005334DA" w:rsidRPr="00CB15F7" w:rsidRDefault="005334DA" w:rsidP="001937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F7534" w14:textId="608A22E4" w:rsidR="005334DA" w:rsidRPr="00CB15F7" w:rsidRDefault="005334DA" w:rsidP="00193723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Ruch próbny i Odbiór końcowy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30E5" w14:textId="3D9D750A" w:rsidR="005334DA" w:rsidRPr="00CB15F7" w:rsidRDefault="005334DA" w:rsidP="001937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07.09.2026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9555" w14:textId="78B8C637" w:rsidR="005334DA" w:rsidRPr="00CB15F7" w:rsidRDefault="005334DA" w:rsidP="001937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14.09.2026</w:t>
            </w:r>
          </w:p>
        </w:tc>
      </w:tr>
    </w:tbl>
    <w:p w14:paraId="53024FE9" w14:textId="77777777" w:rsidR="00B363E5" w:rsidRPr="00CB15F7" w:rsidRDefault="00B363E5" w:rsidP="00B363E5">
      <w:pPr>
        <w:rPr>
          <w:rFonts w:ascii="Arial" w:hAnsi="Arial" w:cs="Arial"/>
          <w:i/>
          <w:sz w:val="20"/>
          <w:szCs w:val="20"/>
        </w:rPr>
      </w:pPr>
    </w:p>
    <w:p w14:paraId="1AC06E32" w14:textId="581AA259" w:rsidR="00B363E5" w:rsidRPr="00CB15F7" w:rsidRDefault="00B363E5" w:rsidP="00B363E5">
      <w:pPr>
        <w:spacing w:after="200"/>
        <w:rPr>
          <w:rFonts w:ascii="Arial" w:hAnsi="Arial" w:cs="Arial"/>
          <w:i/>
          <w:sz w:val="20"/>
          <w:szCs w:val="20"/>
        </w:rPr>
      </w:pPr>
    </w:p>
    <w:sectPr w:rsidR="00B363E5" w:rsidRPr="00CB15F7" w:rsidSect="001409C0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134" w:right="991" w:bottom="993" w:left="993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C3DBF" w14:textId="77777777" w:rsidR="000206A1" w:rsidRDefault="000206A1" w:rsidP="00BD627E">
      <w:r>
        <w:separator/>
      </w:r>
    </w:p>
  </w:endnote>
  <w:endnote w:type="continuationSeparator" w:id="0">
    <w:p w14:paraId="61376919" w14:textId="77777777" w:rsidR="000206A1" w:rsidRDefault="000206A1" w:rsidP="00BD627E">
      <w:r>
        <w:continuationSeparator/>
      </w:r>
    </w:p>
  </w:endnote>
  <w:endnote w:type="continuationNotice" w:id="1">
    <w:p w14:paraId="7F99412E" w14:textId="77777777" w:rsidR="000206A1" w:rsidRDefault="000206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085113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923341914"/>
          <w:docPartObj>
            <w:docPartGallery w:val="Page Numbers (Top of Page)"/>
            <w:docPartUnique/>
          </w:docPartObj>
        </w:sdtPr>
        <w:sdtContent>
          <w:p w14:paraId="3B682906" w14:textId="77777777" w:rsidR="0070268C" w:rsidRPr="001409C0" w:rsidRDefault="0070268C" w:rsidP="00D6545E">
            <w:pPr>
              <w:pStyle w:val="Stopka"/>
              <w:jc w:val="center"/>
              <w:rPr>
                <w:rFonts w:ascii="Arial" w:hAnsi="Arial" w:cs="Arial"/>
                <w:i/>
                <w:sz w:val="12"/>
              </w:rPr>
            </w:pPr>
          </w:p>
          <w:p w14:paraId="25FAAE50" w14:textId="312B6A6A" w:rsidR="0070268C" w:rsidRPr="001409C0" w:rsidRDefault="0070268C" w:rsidP="00D6545E">
            <w:pPr>
              <w:pStyle w:val="Stopka"/>
              <w:jc w:val="center"/>
              <w:rPr>
                <w:rFonts w:ascii="Arial" w:hAnsi="Arial" w:cs="Arial"/>
              </w:rPr>
            </w:pPr>
            <w:r w:rsidRPr="001409C0">
              <w:rPr>
                <w:rFonts w:ascii="Arial" w:hAnsi="Arial" w:cs="Arial"/>
                <w:sz w:val="16"/>
              </w:rPr>
              <w:t xml:space="preserve">Strona </w:t>
            </w:r>
            <w:r w:rsidRPr="001409C0">
              <w:rPr>
                <w:rFonts w:ascii="Arial" w:hAnsi="Arial" w:cs="Arial"/>
                <w:b/>
                <w:bCs/>
                <w:sz w:val="16"/>
              </w:rPr>
              <w:fldChar w:fldCharType="begin"/>
            </w:r>
            <w:r w:rsidRPr="001409C0">
              <w:rPr>
                <w:rFonts w:ascii="Arial" w:hAnsi="Arial" w:cs="Arial"/>
                <w:b/>
                <w:bCs/>
                <w:sz w:val="16"/>
              </w:rPr>
              <w:instrText>PAGE</w:instrText>
            </w:r>
            <w:r w:rsidRPr="001409C0">
              <w:rPr>
                <w:rFonts w:ascii="Arial" w:hAnsi="Arial" w:cs="Arial"/>
                <w:b/>
                <w:bCs/>
                <w:sz w:val="16"/>
              </w:rPr>
              <w:fldChar w:fldCharType="separate"/>
            </w:r>
            <w:r w:rsidR="00765E86">
              <w:rPr>
                <w:rFonts w:ascii="Arial" w:hAnsi="Arial" w:cs="Arial"/>
                <w:b/>
                <w:bCs/>
                <w:noProof/>
                <w:sz w:val="16"/>
              </w:rPr>
              <w:t>1</w:t>
            </w:r>
            <w:r w:rsidRPr="001409C0">
              <w:rPr>
                <w:rFonts w:ascii="Arial" w:hAnsi="Arial" w:cs="Arial"/>
                <w:b/>
                <w:bCs/>
                <w:sz w:val="16"/>
              </w:rPr>
              <w:fldChar w:fldCharType="end"/>
            </w:r>
            <w:r w:rsidRPr="001409C0">
              <w:rPr>
                <w:rFonts w:ascii="Arial" w:hAnsi="Arial" w:cs="Arial"/>
                <w:sz w:val="16"/>
              </w:rPr>
              <w:t xml:space="preserve"> z </w:t>
            </w:r>
            <w:r w:rsidRPr="001409C0">
              <w:rPr>
                <w:rFonts w:ascii="Arial" w:hAnsi="Arial" w:cs="Arial"/>
                <w:b/>
                <w:bCs/>
                <w:sz w:val="16"/>
              </w:rPr>
              <w:fldChar w:fldCharType="begin"/>
            </w:r>
            <w:r w:rsidRPr="001409C0">
              <w:rPr>
                <w:rFonts w:ascii="Arial" w:hAnsi="Arial" w:cs="Arial"/>
                <w:b/>
                <w:bCs/>
                <w:sz w:val="16"/>
              </w:rPr>
              <w:instrText>NUMPAGES</w:instrText>
            </w:r>
            <w:r w:rsidRPr="001409C0">
              <w:rPr>
                <w:rFonts w:ascii="Arial" w:hAnsi="Arial" w:cs="Arial"/>
                <w:b/>
                <w:bCs/>
                <w:sz w:val="16"/>
              </w:rPr>
              <w:fldChar w:fldCharType="separate"/>
            </w:r>
            <w:r w:rsidR="00765E86">
              <w:rPr>
                <w:rFonts w:ascii="Arial" w:hAnsi="Arial" w:cs="Arial"/>
                <w:b/>
                <w:bCs/>
                <w:noProof/>
                <w:sz w:val="16"/>
              </w:rPr>
              <w:t>1</w:t>
            </w:r>
            <w:r w:rsidRPr="001409C0">
              <w:rPr>
                <w:rFonts w:ascii="Arial" w:hAnsi="Arial"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1CFDF274" w14:textId="77777777" w:rsidR="0070268C" w:rsidRPr="001409C0" w:rsidRDefault="0070268C" w:rsidP="00D6545E">
    <w:pPr>
      <w:pStyle w:val="Stopka"/>
      <w:rPr>
        <w:rFonts w:ascii="Arial" w:hAnsi="Arial" w:cs="Arial"/>
        <w:sz w:val="16"/>
        <w:szCs w:val="16"/>
      </w:rPr>
    </w:pPr>
  </w:p>
  <w:p w14:paraId="554B193E" w14:textId="77777777" w:rsidR="0070268C" w:rsidRPr="001409C0" w:rsidRDefault="0070268C">
    <w:pPr>
      <w:pStyle w:val="Stopka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01542309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860082579"/>
          <w:docPartObj>
            <w:docPartGallery w:val="Page Numbers (Top of Page)"/>
            <w:docPartUnique/>
          </w:docPartObj>
        </w:sdtPr>
        <w:sdtContent>
          <w:p w14:paraId="3C75C9CA" w14:textId="77777777" w:rsidR="0070268C" w:rsidRPr="001409C0" w:rsidRDefault="0070268C" w:rsidP="00D6545E">
            <w:pPr>
              <w:pStyle w:val="Stopka"/>
              <w:jc w:val="center"/>
              <w:rPr>
                <w:rFonts w:ascii="Arial" w:hAnsi="Arial" w:cs="Arial"/>
                <w:i/>
                <w:sz w:val="12"/>
              </w:rPr>
            </w:pPr>
          </w:p>
          <w:p w14:paraId="0DCB0F3F" w14:textId="6F2DB1EC" w:rsidR="0070268C" w:rsidRPr="001409C0" w:rsidRDefault="0070268C" w:rsidP="00D6545E">
            <w:pPr>
              <w:pStyle w:val="Stopka"/>
              <w:jc w:val="center"/>
              <w:rPr>
                <w:rFonts w:ascii="Arial" w:hAnsi="Arial" w:cs="Arial"/>
              </w:rPr>
            </w:pPr>
            <w:r w:rsidRPr="001409C0">
              <w:rPr>
                <w:rFonts w:ascii="Arial" w:hAnsi="Arial" w:cs="Arial"/>
                <w:sz w:val="16"/>
              </w:rPr>
              <w:t xml:space="preserve">Strona </w:t>
            </w:r>
            <w:r w:rsidRPr="001409C0">
              <w:rPr>
                <w:rFonts w:ascii="Arial" w:hAnsi="Arial" w:cs="Arial"/>
                <w:b/>
                <w:bCs/>
                <w:sz w:val="16"/>
              </w:rPr>
              <w:fldChar w:fldCharType="begin"/>
            </w:r>
            <w:r w:rsidRPr="001409C0">
              <w:rPr>
                <w:rFonts w:ascii="Arial" w:hAnsi="Arial" w:cs="Arial"/>
                <w:b/>
                <w:bCs/>
                <w:sz w:val="16"/>
              </w:rPr>
              <w:instrText>PAGE</w:instrText>
            </w:r>
            <w:r w:rsidRPr="001409C0">
              <w:rPr>
                <w:rFonts w:ascii="Arial" w:hAnsi="Arial" w:cs="Arial"/>
                <w:b/>
                <w:bCs/>
                <w:sz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</w:rPr>
              <w:t>1</w:t>
            </w:r>
            <w:r w:rsidRPr="001409C0">
              <w:rPr>
                <w:rFonts w:ascii="Arial" w:hAnsi="Arial" w:cs="Arial"/>
                <w:b/>
                <w:bCs/>
                <w:sz w:val="16"/>
              </w:rPr>
              <w:fldChar w:fldCharType="end"/>
            </w:r>
            <w:r w:rsidRPr="001409C0">
              <w:rPr>
                <w:rFonts w:ascii="Arial" w:hAnsi="Arial" w:cs="Arial"/>
                <w:sz w:val="16"/>
              </w:rPr>
              <w:t xml:space="preserve"> z </w:t>
            </w:r>
            <w:r w:rsidRPr="001409C0">
              <w:rPr>
                <w:rFonts w:ascii="Arial" w:hAnsi="Arial" w:cs="Arial"/>
                <w:b/>
                <w:bCs/>
                <w:sz w:val="16"/>
              </w:rPr>
              <w:fldChar w:fldCharType="begin"/>
            </w:r>
            <w:r w:rsidRPr="001409C0">
              <w:rPr>
                <w:rFonts w:ascii="Arial" w:hAnsi="Arial" w:cs="Arial"/>
                <w:b/>
                <w:bCs/>
                <w:sz w:val="16"/>
              </w:rPr>
              <w:instrText>NUMPAGES</w:instrText>
            </w:r>
            <w:r w:rsidRPr="001409C0">
              <w:rPr>
                <w:rFonts w:ascii="Arial" w:hAnsi="Arial" w:cs="Arial"/>
                <w:b/>
                <w:bCs/>
                <w:sz w:val="16"/>
              </w:rPr>
              <w:fldChar w:fldCharType="separate"/>
            </w:r>
            <w:r w:rsidR="00A4411C">
              <w:rPr>
                <w:rFonts w:ascii="Arial" w:hAnsi="Arial" w:cs="Arial"/>
                <w:b/>
                <w:bCs/>
                <w:noProof/>
                <w:sz w:val="16"/>
              </w:rPr>
              <w:t>1</w:t>
            </w:r>
            <w:r w:rsidRPr="001409C0">
              <w:rPr>
                <w:rFonts w:ascii="Arial" w:hAnsi="Arial"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42149497" w14:textId="77777777" w:rsidR="0070268C" w:rsidRPr="001409C0" w:rsidRDefault="0070268C" w:rsidP="00D6545E">
    <w:pPr>
      <w:pStyle w:val="Stopka"/>
      <w:rPr>
        <w:rFonts w:ascii="Arial" w:hAnsi="Arial" w:cs="Arial"/>
        <w:sz w:val="16"/>
        <w:szCs w:val="16"/>
      </w:rPr>
    </w:pPr>
  </w:p>
  <w:p w14:paraId="2A95413E" w14:textId="77777777" w:rsidR="0070268C" w:rsidRPr="001409C0" w:rsidRDefault="0070268C">
    <w:pPr>
      <w:pStyle w:val="Stopka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C78B2" w14:textId="77777777" w:rsidR="000206A1" w:rsidRDefault="000206A1" w:rsidP="00BD627E">
      <w:r>
        <w:separator/>
      </w:r>
    </w:p>
  </w:footnote>
  <w:footnote w:type="continuationSeparator" w:id="0">
    <w:p w14:paraId="6E51964E" w14:textId="77777777" w:rsidR="000206A1" w:rsidRDefault="000206A1" w:rsidP="00BD627E">
      <w:r>
        <w:continuationSeparator/>
      </w:r>
    </w:p>
  </w:footnote>
  <w:footnote w:type="continuationNotice" w:id="1">
    <w:p w14:paraId="5F3A4A92" w14:textId="77777777" w:rsidR="000206A1" w:rsidRDefault="000206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F9356" w14:textId="110E9091" w:rsidR="00470629" w:rsidRDefault="00470629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71552" behindDoc="0" locked="0" layoutInCell="1" allowOverlap="1" wp14:anchorId="76CCB349" wp14:editId="1B8BC9BE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97405" cy="345440"/>
              <wp:effectExtent l="0" t="0" r="0" b="16510"/>
              <wp:wrapNone/>
              <wp:docPr id="165941750" name="Pole tekstowe 2" descr="Do użytku wewnętrznego w GK PG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740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A9DCD5" w14:textId="2B89AAED" w:rsidR="00470629" w:rsidRPr="00470629" w:rsidRDefault="00470629" w:rsidP="00470629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470629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CCB34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Do użytku wewnętrznego w GK PGE" style="position:absolute;margin-left:113.95pt;margin-top:0;width:165.15pt;height:27.2pt;z-index:25167155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" filled="f" stroked="f">
              <v:textbox style="mso-fit-shape-to-text:t" inset="0,15pt,20pt,0">
                <w:txbxContent>
                  <w:p w14:paraId="4CA9DCD5" w14:textId="2B89AAED" w:rsidR="00470629" w:rsidRPr="00470629" w:rsidRDefault="00470629" w:rsidP="00470629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470629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43"/>
    </w:tblGrid>
    <w:tr w:rsidR="00B72EE4" w:rsidRPr="005E33F6" w14:paraId="42ACC286" w14:textId="77777777" w:rsidTr="00274D90">
      <w:trPr>
        <w:trHeight w:val="841"/>
      </w:trPr>
      <w:tc>
        <w:tcPr>
          <w:tcW w:w="1943" w:type="dxa"/>
        </w:tcPr>
        <w:p w14:paraId="62E4220F" w14:textId="2075B942" w:rsidR="00B72EE4" w:rsidRPr="005E33F6" w:rsidRDefault="00B72EE4" w:rsidP="00C43CA5">
          <w:pPr>
            <w:tabs>
              <w:tab w:val="left" w:pos="3840"/>
            </w:tabs>
            <w:rPr>
              <w:rFonts w:ascii="Arial" w:hAnsi="Arial" w:cs="Arial"/>
              <w:sz w:val="16"/>
              <w:szCs w:val="16"/>
            </w:rPr>
          </w:pPr>
        </w:p>
      </w:tc>
    </w:tr>
  </w:tbl>
  <w:p w14:paraId="78AF745B" w14:textId="7231130D" w:rsidR="0070268C" w:rsidRPr="005E33F6" w:rsidRDefault="0070268C" w:rsidP="00C43CA5">
    <w:pPr>
      <w:pStyle w:val="Nagwek"/>
      <w:jc w:val="right"/>
      <w:rPr>
        <w:rFonts w:ascii="Arial" w:hAnsi="Arial" w:cs="Arial"/>
      </w:rPr>
    </w:pPr>
    <w:r w:rsidRPr="005E33F6">
      <w:rPr>
        <w:rFonts w:ascii="Arial" w:hAnsi="Arial" w:cs="Arial"/>
        <w:noProof/>
      </w:rPr>
      <w:drawing>
        <wp:anchor distT="0" distB="0" distL="114300" distR="114300" simplePos="0" relativeHeight="251669504" behindDoc="0" locked="0" layoutInCell="1" allowOverlap="1" wp14:anchorId="50229A9D" wp14:editId="1C319BC4">
          <wp:simplePos x="0" y="0"/>
          <wp:positionH relativeFrom="column">
            <wp:posOffset>-26670</wp:posOffset>
          </wp:positionH>
          <wp:positionV relativeFrom="paragraph">
            <wp:posOffset>-569434</wp:posOffset>
          </wp:positionV>
          <wp:extent cx="1177290" cy="575945"/>
          <wp:effectExtent l="0" t="0" r="3810" b="0"/>
          <wp:wrapNone/>
          <wp:docPr id="12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PGE-godl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77290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E33F6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99C3765" wp14:editId="3E4544FE">
              <wp:simplePos x="0" y="0"/>
              <wp:positionH relativeFrom="column">
                <wp:posOffset>-109651</wp:posOffset>
              </wp:positionH>
              <wp:positionV relativeFrom="paragraph">
                <wp:posOffset>51892</wp:posOffset>
              </wp:positionV>
              <wp:extent cx="6572250" cy="0"/>
              <wp:effectExtent l="0" t="0" r="19050" b="19050"/>
              <wp:wrapNone/>
              <wp:docPr id="1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2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7297C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080F9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8.65pt;margin-top:4.1pt;width:517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" strokecolor="#7297ce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43"/>
      <w:gridCol w:w="6109"/>
      <w:gridCol w:w="2046"/>
    </w:tblGrid>
    <w:tr w:rsidR="0070268C" w:rsidRPr="00170792" w14:paraId="65EEB584" w14:textId="77777777" w:rsidTr="00F822CF">
      <w:trPr>
        <w:trHeight w:val="841"/>
      </w:trPr>
      <w:tc>
        <w:tcPr>
          <w:tcW w:w="1985" w:type="dxa"/>
        </w:tcPr>
        <w:p w14:paraId="4B625C89" w14:textId="268987AE" w:rsidR="0070268C" w:rsidRPr="001409C0" w:rsidRDefault="00470629" w:rsidP="00170792">
          <w:pPr>
            <w:tabs>
              <w:tab w:val="left" w:pos="3840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noProof/>
              <w:sz w:val="16"/>
              <w:szCs w:val="16"/>
            </w:rPr>
            <mc:AlternateContent>
              <mc:Choice Requires="wps">
                <w:drawing>
                  <wp:anchor distT="0" distB="0" distL="0" distR="0" simplePos="0" relativeHeight="251670528" behindDoc="0" locked="0" layoutInCell="1" allowOverlap="1" wp14:anchorId="0526F74E" wp14:editId="7A6B93DE">
                    <wp:simplePos x="635" y="635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2097405" cy="345440"/>
                    <wp:effectExtent l="0" t="0" r="0" b="16510"/>
                    <wp:wrapNone/>
                    <wp:docPr id="913847782" name="Pole tekstowe 1" descr="Do użytku wewnętrznego w GK PGE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097405" cy="345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F7619D3" w14:textId="00C9A2A0" w:rsidR="00470629" w:rsidRPr="00470629" w:rsidRDefault="00470629" w:rsidP="00470629">
                                <w:pPr>
                                  <w:rPr>
                                    <w:rFonts w:ascii="Calibri" w:eastAsia="Calibri" w:hAnsi="Calibri" w:cs="Calibri"/>
                                    <w:noProof/>
                                    <w:color w:val="008000"/>
                                    <w:sz w:val="20"/>
                                    <w:szCs w:val="20"/>
                                  </w:rPr>
                                </w:pPr>
                                <w:r w:rsidRPr="00470629">
                                  <w:rPr>
                                    <w:rFonts w:ascii="Calibri" w:eastAsia="Calibri" w:hAnsi="Calibri" w:cs="Calibri"/>
                                    <w:noProof/>
                                    <w:color w:val="008000"/>
                                    <w:sz w:val="20"/>
                                    <w:szCs w:val="20"/>
                                  </w:rPr>
                                  <w:t>Do użytku wewnętrznego w GK PGE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526F74E"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1" o:spid="_x0000_s1027" type="#_x0000_t202" alt="Do użytku wewnętrznego w GK PGE" style="position:absolute;margin-left:113.95pt;margin-top:0;width:165.15pt;height:27.2pt;z-index:25167052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" filled="f" stroked="f">
                    <v:textbox style="mso-fit-shape-to-text:t" inset="0,15pt,20pt,0">
                      <w:txbxContent>
                        <w:p w14:paraId="4F7619D3" w14:textId="00C9A2A0" w:rsidR="00470629" w:rsidRPr="00470629" w:rsidRDefault="00470629" w:rsidP="00470629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470629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Do użytku wewnętrznego w GK PGE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6237" w:type="dxa"/>
        </w:tcPr>
        <w:p w14:paraId="1784CF09" w14:textId="77777777" w:rsidR="0070268C" w:rsidRPr="001409C0" w:rsidRDefault="0070268C" w:rsidP="00170792">
          <w:pPr>
            <w:jc w:val="right"/>
            <w:rPr>
              <w:rFonts w:ascii="Arial" w:hAnsi="Arial" w:cs="Arial"/>
              <w:b/>
              <w:sz w:val="14"/>
            </w:rPr>
          </w:pPr>
        </w:p>
        <w:p w14:paraId="5D0748E3" w14:textId="77777777" w:rsidR="0070268C" w:rsidRPr="001409C0" w:rsidRDefault="0070268C" w:rsidP="00170792">
          <w:pPr>
            <w:jc w:val="right"/>
            <w:rPr>
              <w:rFonts w:ascii="Arial" w:eastAsia="Calibri" w:hAnsi="Arial" w:cs="Arial"/>
              <w:sz w:val="14"/>
              <w:szCs w:val="16"/>
              <w:lang w:eastAsia="en-US"/>
            </w:rPr>
          </w:pPr>
          <w:r w:rsidRPr="001409C0">
            <w:rPr>
              <w:rFonts w:ascii="Arial" w:eastAsia="Calibri" w:hAnsi="Arial" w:cs="Arial"/>
              <w:sz w:val="14"/>
              <w:szCs w:val="16"/>
              <w:lang w:eastAsia="en-US"/>
            </w:rPr>
            <w:t>Wzór Wniosku zakupowego j</w:t>
          </w:r>
        </w:p>
        <w:p w14:paraId="7B840447" w14:textId="77777777" w:rsidR="0070268C" w:rsidRPr="001409C0" w:rsidRDefault="0070268C" w:rsidP="00170792">
          <w:pPr>
            <w:jc w:val="right"/>
            <w:rPr>
              <w:rFonts w:ascii="Arial" w:hAnsi="Arial" w:cs="Arial"/>
              <w:sz w:val="14"/>
            </w:rPr>
          </w:pPr>
          <w:r w:rsidRPr="001409C0">
            <w:rPr>
              <w:rFonts w:ascii="Arial" w:hAnsi="Arial" w:cs="Arial"/>
              <w:sz w:val="14"/>
            </w:rPr>
            <w:t xml:space="preserve">Zał.3 do </w:t>
          </w:r>
          <w:r w:rsidRPr="00170792">
            <w:rPr>
              <w:rFonts w:ascii="Arial" w:hAnsi="Arial" w:cs="Arial"/>
              <w:b/>
              <w:sz w:val="14"/>
            </w:rPr>
            <w:t>PROC 110001/C</w:t>
          </w:r>
          <w:r w:rsidRPr="00170792">
            <w:rPr>
              <w:rFonts w:ascii="Arial" w:hAnsi="Arial" w:cs="Arial"/>
              <w:sz w:val="14"/>
            </w:rPr>
            <w:t xml:space="preserve"> Procedura Zakupów w Grupie PGE EC</w:t>
          </w:r>
        </w:p>
      </w:tc>
      <w:tc>
        <w:tcPr>
          <w:tcW w:w="2092" w:type="dxa"/>
        </w:tcPr>
        <w:p w14:paraId="12A51381" w14:textId="77777777" w:rsidR="0070268C" w:rsidRPr="001409C0" w:rsidRDefault="0070268C" w:rsidP="00170792">
          <w:pPr>
            <w:tabs>
              <w:tab w:val="left" w:pos="3840"/>
            </w:tabs>
            <w:rPr>
              <w:rFonts w:ascii="Arial" w:hAnsi="Arial" w:cs="Arial"/>
              <w:sz w:val="16"/>
              <w:szCs w:val="16"/>
            </w:rPr>
          </w:pPr>
          <w:r w:rsidRPr="001409C0">
            <w:rPr>
              <w:rFonts w:ascii="Arial" w:hAnsi="Arial" w:cs="Arial"/>
              <w:noProof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328EC9C1" wp14:editId="2ADECA0E">
                    <wp:simplePos x="0" y="0"/>
                    <wp:positionH relativeFrom="margin">
                      <wp:posOffset>-29794</wp:posOffset>
                    </wp:positionH>
                    <wp:positionV relativeFrom="paragraph">
                      <wp:posOffset>47574</wp:posOffset>
                    </wp:positionV>
                    <wp:extent cx="1695450" cy="325120"/>
                    <wp:effectExtent l="0" t="0" r="19050" b="17780"/>
                    <wp:wrapNone/>
                    <wp:docPr id="6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0" cy="3251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269B881" w14:textId="77777777" w:rsidR="0070268C" w:rsidRPr="001409C0" w:rsidRDefault="0070268C" w:rsidP="00170792">
                                <w:pPr>
                                  <w:rPr>
                                    <w:rFonts w:ascii="Arial" w:hAnsi="Arial" w:cs="Arial"/>
                                    <w:sz w:val="14"/>
                                    <w:szCs w:val="16"/>
                                  </w:rPr>
                                </w:pPr>
                                <w:r w:rsidRPr="001409C0">
                                  <w:rPr>
                                    <w:rFonts w:ascii="Arial" w:hAnsi="Arial" w:cs="Arial"/>
                                    <w:sz w:val="14"/>
                                    <w:szCs w:val="16"/>
                                  </w:rPr>
                                  <w:t>Data zatwierdzenia:</w:t>
                                </w:r>
                                <w:r w:rsidRPr="001409C0">
                                  <w:rPr>
                                    <w:rFonts w:ascii="Arial" w:hAnsi="Arial" w:cs="Arial"/>
                                    <w:sz w:val="14"/>
                                    <w:szCs w:val="16"/>
                                  </w:rPr>
                                  <w:tab/>
                                </w:r>
                                <w:sdt>
                                  <w:sdtPr>
                                    <w:rPr>
                                      <w:rFonts w:ascii="Arial" w:hAnsi="Arial" w:cs="Arial"/>
                                      <w:sz w:val="14"/>
                                      <w:szCs w:val="16"/>
                                    </w:rPr>
                                    <w:id w:val="1977565397"/>
                                    <w:date>
                                      <w:dateFormat w:val="yyyy/MM/dd"/>
                                      <w:lid w:val="pl-P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Content>
                                    <w:r w:rsidRPr="001409C0">
                                      <w:rPr>
                                        <w:rFonts w:ascii="Arial" w:hAnsi="Arial" w:cs="Arial"/>
                                        <w:sz w:val="14"/>
                                        <w:szCs w:val="16"/>
                                      </w:rPr>
                                      <w:t>2020/__/__</w:t>
                                    </w:r>
                                  </w:sdtContent>
                                </w:sdt>
                              </w:p>
                              <w:p w14:paraId="6CD80799" w14:textId="77777777" w:rsidR="0070268C" w:rsidRPr="001409C0" w:rsidRDefault="0070268C" w:rsidP="00170792">
                                <w:pPr>
                                  <w:rPr>
                                    <w:rFonts w:ascii="Arial" w:hAnsi="Arial" w:cs="Arial"/>
                                    <w:sz w:val="14"/>
                                    <w:szCs w:val="16"/>
                                  </w:rPr>
                                </w:pPr>
                                <w:r w:rsidRPr="001409C0">
                                  <w:rPr>
                                    <w:rFonts w:ascii="Arial" w:hAnsi="Arial" w:cs="Arial"/>
                                    <w:sz w:val="14"/>
                                    <w:szCs w:val="16"/>
                                  </w:rPr>
                                  <w:t>Obowiązuje od:</w:t>
                                </w:r>
                                <w:r w:rsidRPr="001409C0">
                                  <w:rPr>
                                    <w:rFonts w:ascii="Arial" w:hAnsi="Arial" w:cs="Arial"/>
                                    <w:sz w:val="14"/>
                                    <w:szCs w:val="16"/>
                                  </w:rPr>
                                  <w:tab/>
                                </w:r>
                                <w:sdt>
                                  <w:sdtPr>
                                    <w:rPr>
                                      <w:rFonts w:ascii="Arial" w:hAnsi="Arial" w:cs="Arial"/>
                                      <w:sz w:val="14"/>
                                      <w:szCs w:val="16"/>
                                    </w:rPr>
                                    <w:id w:val="2107535921"/>
                                    <w:date w:fullDate="2021-01-01T00:00:00Z">
                                      <w:dateFormat w:val="yyyy/MM/dd"/>
                                      <w:lid w:val="pl-P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Content>
                                    <w:r w:rsidRPr="001409C0">
                                      <w:rPr>
                                        <w:rFonts w:ascii="Arial" w:hAnsi="Arial" w:cs="Arial"/>
                                        <w:sz w:val="14"/>
                                        <w:szCs w:val="16"/>
                                      </w:rPr>
                                      <w:t>2021/01/01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28EC9C1" id="Text Box 4" o:spid="_x0000_s1028" type="#_x0000_t202" style="position:absolute;margin-left:-2.35pt;margin-top:3.75pt;width:133.5pt;height:25.6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" strokecolor="white" strokeweight="0">
                    <v:textbox>
                      <w:txbxContent>
                        <w:p w14:paraId="4269B881" w14:textId="77777777" w:rsidR="0070268C" w:rsidRPr="001409C0" w:rsidRDefault="0070268C" w:rsidP="00170792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  <w:r w:rsidRPr="001409C0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>Data zatwierdzenia:</w:t>
                          </w:r>
                          <w:r w:rsidRPr="001409C0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ab/>
                          </w:r>
                          <w:sdt>
                            <w:sdtPr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  <w:id w:val="1977565397"/>
                              <w:date>
                                <w:dateFormat w:val="yyyy/MM/dd"/>
                                <w:lid w:val="pl-PL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r w:rsidRPr="001409C0">
                                <w:rPr>
                                  <w:rFonts w:ascii="Arial" w:hAnsi="Arial" w:cs="Arial"/>
                                  <w:sz w:val="14"/>
                                  <w:szCs w:val="16"/>
                                </w:rPr>
                                <w:t>2020/__/__</w:t>
                              </w:r>
                            </w:sdtContent>
                          </w:sdt>
                        </w:p>
                        <w:p w14:paraId="6CD80799" w14:textId="77777777" w:rsidR="0070268C" w:rsidRPr="001409C0" w:rsidRDefault="0070268C" w:rsidP="00170792">
                          <w:pPr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</w:pPr>
                          <w:r w:rsidRPr="001409C0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>Obowiązuje od:</w:t>
                          </w:r>
                          <w:r w:rsidRPr="001409C0">
                            <w:rPr>
                              <w:rFonts w:ascii="Arial" w:hAnsi="Arial" w:cs="Arial"/>
                              <w:sz w:val="14"/>
                              <w:szCs w:val="16"/>
                            </w:rPr>
                            <w:tab/>
                          </w:r>
                          <w:sdt>
                            <w:sdtPr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  <w:id w:val="2107535921"/>
                              <w:date w:fullDate="2021-01-01T00:00:00Z">
                                <w:dateFormat w:val="yyyy/MM/dd"/>
                                <w:lid w:val="pl-PL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r w:rsidRPr="001409C0">
                                <w:rPr>
                                  <w:rFonts w:ascii="Arial" w:hAnsi="Arial" w:cs="Arial"/>
                                  <w:sz w:val="14"/>
                                  <w:szCs w:val="16"/>
                                </w:rPr>
                                <w:t>2021/01/01</w:t>
                              </w:r>
                            </w:sdtContent>
                          </w:sdt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  <w:p w14:paraId="61E9EB24" w14:textId="77777777" w:rsidR="0070268C" w:rsidRPr="001409C0" w:rsidRDefault="0070268C" w:rsidP="00170792">
          <w:pPr>
            <w:ind w:firstLine="708"/>
            <w:rPr>
              <w:rFonts w:ascii="Arial" w:hAnsi="Arial" w:cs="Arial"/>
            </w:rPr>
          </w:pPr>
        </w:p>
      </w:tc>
    </w:tr>
  </w:tbl>
  <w:p w14:paraId="11B6894F" w14:textId="77777777" w:rsidR="0070268C" w:rsidRPr="001409C0" w:rsidRDefault="0070268C" w:rsidP="00170792">
    <w:pPr>
      <w:pStyle w:val="Nagwek"/>
      <w:jc w:val="right"/>
      <w:rPr>
        <w:rFonts w:ascii="Arial" w:hAnsi="Arial" w:cs="Arial"/>
      </w:rPr>
    </w:pPr>
    <w:r w:rsidRPr="001409C0">
      <w:rPr>
        <w:rFonts w:ascii="Arial" w:hAnsi="Arial" w:cs="Arial"/>
        <w:noProof/>
      </w:rPr>
      <w:drawing>
        <wp:anchor distT="0" distB="0" distL="114300" distR="114300" simplePos="0" relativeHeight="251665408" behindDoc="0" locked="0" layoutInCell="1" allowOverlap="1" wp14:anchorId="3FFA45DD" wp14:editId="7F5713C3">
          <wp:simplePos x="0" y="0"/>
          <wp:positionH relativeFrom="column">
            <wp:posOffset>-26670</wp:posOffset>
          </wp:positionH>
          <wp:positionV relativeFrom="paragraph">
            <wp:posOffset>-569434</wp:posOffset>
          </wp:positionV>
          <wp:extent cx="1177290" cy="575945"/>
          <wp:effectExtent l="0" t="0" r="3810" b="0"/>
          <wp:wrapNone/>
          <wp:docPr id="18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PGE-godl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77290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409C0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A9E0FEF" wp14:editId="2CD61379">
              <wp:simplePos x="0" y="0"/>
              <wp:positionH relativeFrom="column">
                <wp:posOffset>-109651</wp:posOffset>
              </wp:positionH>
              <wp:positionV relativeFrom="paragraph">
                <wp:posOffset>51892</wp:posOffset>
              </wp:positionV>
              <wp:extent cx="6572250" cy="0"/>
              <wp:effectExtent l="0" t="0" r="19050" b="19050"/>
              <wp:wrapNone/>
              <wp:docPr id="7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2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F7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55829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8.65pt;margin-top:4.1pt;width:517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" strokecolor="#ef7f00"/>
          </w:pict>
        </mc:Fallback>
      </mc:AlternateContent>
    </w:r>
  </w:p>
  <w:p w14:paraId="22BE54F2" w14:textId="77777777" w:rsidR="0070268C" w:rsidRPr="00170792" w:rsidRDefault="0070268C" w:rsidP="001409C0">
    <w:pPr>
      <w:pStyle w:val="Nagwek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E12"/>
    <w:multiLevelType w:val="hybridMultilevel"/>
    <w:tmpl w:val="B202A5F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21F0739"/>
    <w:multiLevelType w:val="hybridMultilevel"/>
    <w:tmpl w:val="4D9815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972A0"/>
    <w:multiLevelType w:val="hybridMultilevel"/>
    <w:tmpl w:val="F2DED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85BB1"/>
    <w:multiLevelType w:val="hybridMultilevel"/>
    <w:tmpl w:val="92347020"/>
    <w:lvl w:ilvl="0" w:tplc="D3E0E816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b w:val="0"/>
        <w:i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D46D52"/>
    <w:multiLevelType w:val="hybridMultilevel"/>
    <w:tmpl w:val="E4ECF812"/>
    <w:lvl w:ilvl="0" w:tplc="7BF276C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E1F25"/>
    <w:multiLevelType w:val="hybridMultilevel"/>
    <w:tmpl w:val="83467D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C5CE0"/>
    <w:multiLevelType w:val="multilevel"/>
    <w:tmpl w:val="304E7F6E"/>
    <w:lvl w:ilvl="0">
      <w:start w:val="2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7" w15:restartNumberingAfterBreak="0">
    <w:nsid w:val="17C930DA"/>
    <w:multiLevelType w:val="hybridMultilevel"/>
    <w:tmpl w:val="B5E0C6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046BF4"/>
    <w:multiLevelType w:val="hybridMultilevel"/>
    <w:tmpl w:val="77FA332C"/>
    <w:lvl w:ilvl="0" w:tplc="4968B19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9" w15:restartNumberingAfterBreak="0">
    <w:nsid w:val="1C38456D"/>
    <w:multiLevelType w:val="hybridMultilevel"/>
    <w:tmpl w:val="5E3ECF9A"/>
    <w:lvl w:ilvl="0" w:tplc="0415000F">
      <w:numFmt w:val="decimal"/>
      <w:lvlText w:val=""/>
      <w:lvlJc w:val="left"/>
      <w:pPr>
        <w:ind w:left="0" w:firstLine="0"/>
      </w:pPr>
    </w:lvl>
    <w:lvl w:ilvl="1" w:tplc="04150019">
      <w:numFmt w:val="decimal"/>
      <w:lvlText w:val=""/>
      <w:lvlJc w:val="left"/>
      <w:pPr>
        <w:ind w:left="0" w:firstLine="0"/>
      </w:pPr>
    </w:lvl>
    <w:lvl w:ilvl="2" w:tplc="0415001B">
      <w:numFmt w:val="decimal"/>
      <w:lvlText w:val=""/>
      <w:lvlJc w:val="left"/>
      <w:pPr>
        <w:ind w:left="0" w:firstLine="0"/>
      </w:pPr>
    </w:lvl>
    <w:lvl w:ilvl="3" w:tplc="0415000F">
      <w:numFmt w:val="decimal"/>
      <w:lvlText w:val=""/>
      <w:lvlJc w:val="left"/>
      <w:pPr>
        <w:ind w:left="0" w:firstLine="0"/>
      </w:pPr>
    </w:lvl>
    <w:lvl w:ilvl="4" w:tplc="04150019">
      <w:numFmt w:val="decimal"/>
      <w:lvlText w:val=""/>
      <w:lvlJc w:val="left"/>
      <w:pPr>
        <w:ind w:left="0" w:firstLine="0"/>
      </w:pPr>
    </w:lvl>
    <w:lvl w:ilvl="5" w:tplc="0415001B">
      <w:numFmt w:val="decimal"/>
      <w:lvlText w:val=""/>
      <w:lvlJc w:val="left"/>
      <w:pPr>
        <w:ind w:left="0" w:firstLine="0"/>
      </w:pPr>
    </w:lvl>
    <w:lvl w:ilvl="6" w:tplc="0415000F">
      <w:numFmt w:val="decimal"/>
      <w:lvlText w:val=""/>
      <w:lvlJc w:val="left"/>
      <w:pPr>
        <w:ind w:left="0" w:firstLine="0"/>
      </w:pPr>
    </w:lvl>
    <w:lvl w:ilvl="7" w:tplc="04150019">
      <w:numFmt w:val="decimal"/>
      <w:lvlText w:val=""/>
      <w:lvlJc w:val="left"/>
      <w:pPr>
        <w:ind w:left="0" w:firstLine="0"/>
      </w:pPr>
    </w:lvl>
    <w:lvl w:ilvl="8" w:tplc="0415001B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1F6B0D4A"/>
    <w:multiLevelType w:val="multilevel"/>
    <w:tmpl w:val="1D8029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1BD7A07"/>
    <w:multiLevelType w:val="hybridMultilevel"/>
    <w:tmpl w:val="7A86D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C068C0"/>
    <w:multiLevelType w:val="multilevel"/>
    <w:tmpl w:val="A874FBD8"/>
    <w:lvl w:ilvl="0">
      <w:start w:val="7"/>
      <w:numFmt w:val="decimal"/>
      <w:lvlText w:val="%1"/>
      <w:lvlJc w:val="left"/>
      <w:pPr>
        <w:ind w:left="384" w:hanging="384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64" w:hanging="384"/>
      </w:pPr>
      <w:rPr>
        <w:rFonts w:cs="Arial" w:hint="default"/>
        <w:b/>
        <w:color w:val="1F497D" w:themeColor="text2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ascii="Arial" w:hAnsi="Arial" w:cs="Arial" w:hint="default"/>
        <w:b w:val="0"/>
        <w:color w:val="auto"/>
        <w:sz w:val="18"/>
        <w:szCs w:val="18"/>
      </w:rPr>
    </w:lvl>
    <w:lvl w:ilvl="3">
      <w:start w:val="1"/>
      <w:numFmt w:val="lowerLetter"/>
      <w:lvlText w:val="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cs="Arial" w:hint="default"/>
      </w:rPr>
    </w:lvl>
  </w:abstractNum>
  <w:abstractNum w:abstractNumId="13" w15:restartNumberingAfterBreak="0">
    <w:nsid w:val="2580668F"/>
    <w:multiLevelType w:val="multilevel"/>
    <w:tmpl w:val="F2AC6D7C"/>
    <w:lvl w:ilvl="0">
      <w:start w:val="6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495" w:hanging="4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6792405"/>
    <w:multiLevelType w:val="hybridMultilevel"/>
    <w:tmpl w:val="2E7487B2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5" w15:restartNumberingAfterBreak="0">
    <w:nsid w:val="277B4B9F"/>
    <w:multiLevelType w:val="multilevel"/>
    <w:tmpl w:val="9A52CF8C"/>
    <w:lvl w:ilvl="0">
      <w:start w:val="7"/>
      <w:numFmt w:val="decimal"/>
      <w:lvlText w:val="%1"/>
      <w:lvlJc w:val="left"/>
      <w:pPr>
        <w:ind w:left="384" w:hanging="384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84" w:hanging="38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6" w15:restartNumberingAfterBreak="0">
    <w:nsid w:val="27E77FD5"/>
    <w:multiLevelType w:val="hybridMultilevel"/>
    <w:tmpl w:val="9E9060DE"/>
    <w:lvl w:ilvl="0" w:tplc="183AB01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 w:val="0"/>
        <w:i w:val="0"/>
        <w:sz w:val="18"/>
      </w:rPr>
    </w:lvl>
    <w:lvl w:ilvl="1" w:tplc="04150019">
      <w:numFmt w:val="decimal"/>
      <w:lvlText w:val=""/>
      <w:lvlJc w:val="left"/>
      <w:pPr>
        <w:ind w:left="0" w:firstLine="0"/>
      </w:pPr>
    </w:lvl>
    <w:lvl w:ilvl="2" w:tplc="0415001B">
      <w:numFmt w:val="decimal"/>
      <w:lvlText w:val=""/>
      <w:lvlJc w:val="left"/>
      <w:pPr>
        <w:ind w:left="0" w:firstLine="0"/>
      </w:pPr>
    </w:lvl>
    <w:lvl w:ilvl="3" w:tplc="0415000F">
      <w:numFmt w:val="decimal"/>
      <w:lvlText w:val=""/>
      <w:lvlJc w:val="left"/>
      <w:pPr>
        <w:ind w:left="0" w:firstLine="0"/>
      </w:pPr>
    </w:lvl>
    <w:lvl w:ilvl="4" w:tplc="04150019">
      <w:numFmt w:val="decimal"/>
      <w:lvlText w:val=""/>
      <w:lvlJc w:val="left"/>
      <w:pPr>
        <w:ind w:left="0" w:firstLine="0"/>
      </w:pPr>
    </w:lvl>
    <w:lvl w:ilvl="5" w:tplc="0415001B">
      <w:numFmt w:val="decimal"/>
      <w:lvlText w:val=""/>
      <w:lvlJc w:val="left"/>
      <w:pPr>
        <w:ind w:left="0" w:firstLine="0"/>
      </w:pPr>
    </w:lvl>
    <w:lvl w:ilvl="6" w:tplc="0415000F">
      <w:numFmt w:val="decimal"/>
      <w:lvlText w:val=""/>
      <w:lvlJc w:val="left"/>
      <w:pPr>
        <w:ind w:left="0" w:firstLine="0"/>
      </w:pPr>
    </w:lvl>
    <w:lvl w:ilvl="7" w:tplc="04150019">
      <w:numFmt w:val="decimal"/>
      <w:lvlText w:val=""/>
      <w:lvlJc w:val="left"/>
      <w:pPr>
        <w:ind w:left="0" w:firstLine="0"/>
      </w:pPr>
    </w:lvl>
    <w:lvl w:ilvl="8" w:tplc="0415001B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28F908F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9C5368D"/>
    <w:multiLevelType w:val="hybridMultilevel"/>
    <w:tmpl w:val="031A49BE"/>
    <w:lvl w:ilvl="0" w:tplc="041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9" w15:restartNumberingAfterBreak="0">
    <w:nsid w:val="2A355B7F"/>
    <w:multiLevelType w:val="multilevel"/>
    <w:tmpl w:val="DC0C39FE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AB472EF"/>
    <w:multiLevelType w:val="hybridMultilevel"/>
    <w:tmpl w:val="27183772"/>
    <w:lvl w:ilvl="0" w:tplc="041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21" w15:restartNumberingAfterBreak="0">
    <w:nsid w:val="2DD466F4"/>
    <w:multiLevelType w:val="hybridMultilevel"/>
    <w:tmpl w:val="BA4EB200"/>
    <w:lvl w:ilvl="0" w:tplc="39A620E4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2" w15:restartNumberingAfterBreak="0">
    <w:nsid w:val="2FF75D1C"/>
    <w:multiLevelType w:val="hybridMultilevel"/>
    <w:tmpl w:val="FDE6092E"/>
    <w:lvl w:ilvl="0" w:tplc="6AC4774C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33C4417"/>
    <w:multiLevelType w:val="hybridMultilevel"/>
    <w:tmpl w:val="DEECA9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017AA8"/>
    <w:multiLevelType w:val="hybridMultilevel"/>
    <w:tmpl w:val="F12A72DA"/>
    <w:lvl w:ilvl="0" w:tplc="B6661242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72AA3"/>
    <w:multiLevelType w:val="hybridMultilevel"/>
    <w:tmpl w:val="AED21B8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1B407C"/>
    <w:multiLevelType w:val="hybridMultilevel"/>
    <w:tmpl w:val="3D1CA43C"/>
    <w:lvl w:ilvl="0" w:tplc="3626E18E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5B6C46"/>
    <w:multiLevelType w:val="hybridMultilevel"/>
    <w:tmpl w:val="612A0D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434161"/>
    <w:multiLevelType w:val="hybridMultilevel"/>
    <w:tmpl w:val="5D781A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BF74D2"/>
    <w:multiLevelType w:val="hybridMultilevel"/>
    <w:tmpl w:val="CE6C88AE"/>
    <w:lvl w:ilvl="0" w:tplc="247E72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F54A1B"/>
    <w:multiLevelType w:val="hybridMultilevel"/>
    <w:tmpl w:val="318C2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4B7CE6"/>
    <w:multiLevelType w:val="hybridMultilevel"/>
    <w:tmpl w:val="B5D8D0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C6C61"/>
    <w:multiLevelType w:val="hybridMultilevel"/>
    <w:tmpl w:val="DFC4EDAC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FB44372">
      <w:numFmt w:val="bullet"/>
      <w:lvlText w:val="•"/>
      <w:lvlJc w:val="left"/>
      <w:pPr>
        <w:ind w:left="2685" w:hanging="705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BE2064"/>
    <w:multiLevelType w:val="hybridMultilevel"/>
    <w:tmpl w:val="2B54C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A50E80"/>
    <w:multiLevelType w:val="hybridMultilevel"/>
    <w:tmpl w:val="DC8A36A6"/>
    <w:lvl w:ilvl="0" w:tplc="3626E18E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474479"/>
    <w:multiLevelType w:val="hybridMultilevel"/>
    <w:tmpl w:val="47C49812"/>
    <w:lvl w:ilvl="0" w:tplc="39A620E4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6" w15:restartNumberingAfterBreak="0">
    <w:nsid w:val="78384CFD"/>
    <w:multiLevelType w:val="hybridMultilevel"/>
    <w:tmpl w:val="94FAE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38" w15:restartNumberingAfterBreak="0">
    <w:nsid w:val="7A434254"/>
    <w:multiLevelType w:val="hybridMultilevel"/>
    <w:tmpl w:val="37A414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127071"/>
    <w:multiLevelType w:val="hybridMultilevel"/>
    <w:tmpl w:val="BBB6AF62"/>
    <w:lvl w:ilvl="0" w:tplc="3626E18E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0331441">
    <w:abstractNumId w:val="32"/>
  </w:num>
  <w:num w:numId="2" w16cid:durableId="589315994">
    <w:abstractNumId w:val="39"/>
  </w:num>
  <w:num w:numId="3" w16cid:durableId="1580292086">
    <w:abstractNumId w:val="34"/>
  </w:num>
  <w:num w:numId="4" w16cid:durableId="1886287633">
    <w:abstractNumId w:val="26"/>
  </w:num>
  <w:num w:numId="5" w16cid:durableId="1021593038">
    <w:abstractNumId w:val="22"/>
  </w:num>
  <w:num w:numId="6" w16cid:durableId="158733670">
    <w:abstractNumId w:val="0"/>
  </w:num>
  <w:num w:numId="7" w16cid:durableId="2103135561">
    <w:abstractNumId w:val="18"/>
  </w:num>
  <w:num w:numId="8" w16cid:durableId="1866862455">
    <w:abstractNumId w:val="20"/>
  </w:num>
  <w:num w:numId="9" w16cid:durableId="261498677">
    <w:abstractNumId w:val="17"/>
  </w:num>
  <w:num w:numId="10" w16cid:durableId="980966642">
    <w:abstractNumId w:val="24"/>
  </w:num>
  <w:num w:numId="11" w16cid:durableId="1705446995">
    <w:abstractNumId w:val="9"/>
  </w:num>
  <w:num w:numId="12" w16cid:durableId="937299319">
    <w:abstractNumId w:val="16"/>
  </w:num>
  <w:num w:numId="13" w16cid:durableId="1835874878">
    <w:abstractNumId w:val="1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14" w16cid:durableId="1904216858">
    <w:abstractNumId w:val="29"/>
  </w:num>
  <w:num w:numId="15" w16cid:durableId="870344667">
    <w:abstractNumId w:val="10"/>
  </w:num>
  <w:num w:numId="16" w16cid:durableId="303657458">
    <w:abstractNumId w:val="31"/>
  </w:num>
  <w:num w:numId="17" w16cid:durableId="245263299">
    <w:abstractNumId w:val="6"/>
  </w:num>
  <w:num w:numId="18" w16cid:durableId="1243834293">
    <w:abstractNumId w:val="38"/>
  </w:num>
  <w:num w:numId="19" w16cid:durableId="11001749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22056257">
    <w:abstractNumId w:val="30"/>
  </w:num>
  <w:num w:numId="21" w16cid:durableId="1425615364">
    <w:abstractNumId w:val="28"/>
  </w:num>
  <w:num w:numId="22" w16cid:durableId="1185630824">
    <w:abstractNumId w:val="1"/>
  </w:num>
  <w:num w:numId="23" w16cid:durableId="71397050">
    <w:abstractNumId w:val="11"/>
  </w:num>
  <w:num w:numId="24" w16cid:durableId="1953587189">
    <w:abstractNumId w:val="36"/>
  </w:num>
  <w:num w:numId="25" w16cid:durableId="841772656">
    <w:abstractNumId w:val="37"/>
  </w:num>
  <w:num w:numId="26" w16cid:durableId="1969697143">
    <w:abstractNumId w:val="8"/>
  </w:num>
  <w:num w:numId="27" w16cid:durableId="113867615">
    <w:abstractNumId w:val="21"/>
  </w:num>
  <w:num w:numId="28" w16cid:durableId="671108043">
    <w:abstractNumId w:val="35"/>
  </w:num>
  <w:num w:numId="29" w16cid:durableId="17048580">
    <w:abstractNumId w:val="7"/>
  </w:num>
  <w:num w:numId="30" w16cid:durableId="1358921272">
    <w:abstractNumId w:val="14"/>
  </w:num>
  <w:num w:numId="31" w16cid:durableId="358628277">
    <w:abstractNumId w:val="23"/>
  </w:num>
  <w:num w:numId="32" w16cid:durableId="2118058879">
    <w:abstractNumId w:val="5"/>
  </w:num>
  <w:num w:numId="33" w16cid:durableId="1581137452">
    <w:abstractNumId w:val="25"/>
  </w:num>
  <w:num w:numId="34" w16cid:durableId="2032949072">
    <w:abstractNumId w:val="2"/>
  </w:num>
  <w:num w:numId="35" w16cid:durableId="413939858">
    <w:abstractNumId w:val="4"/>
  </w:num>
  <w:num w:numId="36" w16cid:durableId="1874536162">
    <w:abstractNumId w:val="27"/>
  </w:num>
  <w:num w:numId="37" w16cid:durableId="1080101749">
    <w:abstractNumId w:val="33"/>
  </w:num>
  <w:num w:numId="38" w16cid:durableId="2012952560">
    <w:abstractNumId w:val="12"/>
  </w:num>
  <w:num w:numId="39" w16cid:durableId="1411657489">
    <w:abstractNumId w:val="15"/>
  </w:num>
  <w:num w:numId="40" w16cid:durableId="1299922059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E60"/>
    <w:rsid w:val="0000055F"/>
    <w:rsid w:val="000079EA"/>
    <w:rsid w:val="00012109"/>
    <w:rsid w:val="00013DFF"/>
    <w:rsid w:val="0002038C"/>
    <w:rsid w:val="000206A1"/>
    <w:rsid w:val="00021678"/>
    <w:rsid w:val="00024BC2"/>
    <w:rsid w:val="0002597B"/>
    <w:rsid w:val="00026327"/>
    <w:rsid w:val="00026810"/>
    <w:rsid w:val="00026D9A"/>
    <w:rsid w:val="00031028"/>
    <w:rsid w:val="0003541B"/>
    <w:rsid w:val="00036443"/>
    <w:rsid w:val="00037723"/>
    <w:rsid w:val="00040E4D"/>
    <w:rsid w:val="00041814"/>
    <w:rsid w:val="000478CC"/>
    <w:rsid w:val="000479A4"/>
    <w:rsid w:val="000479B0"/>
    <w:rsid w:val="00047CBA"/>
    <w:rsid w:val="00047F59"/>
    <w:rsid w:val="00051290"/>
    <w:rsid w:val="000574A1"/>
    <w:rsid w:val="00057683"/>
    <w:rsid w:val="000611BA"/>
    <w:rsid w:val="00065919"/>
    <w:rsid w:val="0006776B"/>
    <w:rsid w:val="000707A5"/>
    <w:rsid w:val="00072E7F"/>
    <w:rsid w:val="0007434D"/>
    <w:rsid w:val="000753C9"/>
    <w:rsid w:val="00075722"/>
    <w:rsid w:val="000757FF"/>
    <w:rsid w:val="000772B4"/>
    <w:rsid w:val="00080C91"/>
    <w:rsid w:val="00086115"/>
    <w:rsid w:val="00086938"/>
    <w:rsid w:val="00090208"/>
    <w:rsid w:val="00090921"/>
    <w:rsid w:val="00090EAE"/>
    <w:rsid w:val="00091048"/>
    <w:rsid w:val="00092CD3"/>
    <w:rsid w:val="000961DB"/>
    <w:rsid w:val="000965A3"/>
    <w:rsid w:val="00096828"/>
    <w:rsid w:val="000971AB"/>
    <w:rsid w:val="000A1A02"/>
    <w:rsid w:val="000A4CA4"/>
    <w:rsid w:val="000A52CD"/>
    <w:rsid w:val="000A58B5"/>
    <w:rsid w:val="000B0706"/>
    <w:rsid w:val="000B3EF1"/>
    <w:rsid w:val="000B57B0"/>
    <w:rsid w:val="000B645E"/>
    <w:rsid w:val="000B7759"/>
    <w:rsid w:val="000C540E"/>
    <w:rsid w:val="000C626D"/>
    <w:rsid w:val="000C6288"/>
    <w:rsid w:val="000C7248"/>
    <w:rsid w:val="000D0BF2"/>
    <w:rsid w:val="000D368C"/>
    <w:rsid w:val="000D42B3"/>
    <w:rsid w:val="000D6108"/>
    <w:rsid w:val="000E0F95"/>
    <w:rsid w:val="000E491E"/>
    <w:rsid w:val="000E6E37"/>
    <w:rsid w:val="000E7825"/>
    <w:rsid w:val="000F0671"/>
    <w:rsid w:val="000F1C74"/>
    <w:rsid w:val="000F1D0C"/>
    <w:rsid w:val="000F3CE2"/>
    <w:rsid w:val="000F553D"/>
    <w:rsid w:val="00101EA8"/>
    <w:rsid w:val="00107DD3"/>
    <w:rsid w:val="001119C6"/>
    <w:rsid w:val="00111A77"/>
    <w:rsid w:val="00113E83"/>
    <w:rsid w:val="00115F60"/>
    <w:rsid w:val="0011630C"/>
    <w:rsid w:val="0011684E"/>
    <w:rsid w:val="00116E82"/>
    <w:rsid w:val="00120724"/>
    <w:rsid w:val="00123136"/>
    <w:rsid w:val="0012352D"/>
    <w:rsid w:val="0012542E"/>
    <w:rsid w:val="00125B02"/>
    <w:rsid w:val="00127594"/>
    <w:rsid w:val="00130F47"/>
    <w:rsid w:val="0013352A"/>
    <w:rsid w:val="00136831"/>
    <w:rsid w:val="001409C0"/>
    <w:rsid w:val="001410C8"/>
    <w:rsid w:val="00142852"/>
    <w:rsid w:val="0014771D"/>
    <w:rsid w:val="00152972"/>
    <w:rsid w:val="00152F58"/>
    <w:rsid w:val="00157008"/>
    <w:rsid w:val="00170792"/>
    <w:rsid w:val="001730ED"/>
    <w:rsid w:val="00175134"/>
    <w:rsid w:val="00180173"/>
    <w:rsid w:val="00180DA2"/>
    <w:rsid w:val="0018193B"/>
    <w:rsid w:val="001849B1"/>
    <w:rsid w:val="0018569D"/>
    <w:rsid w:val="00185953"/>
    <w:rsid w:val="0018612B"/>
    <w:rsid w:val="00186F22"/>
    <w:rsid w:val="00191FDD"/>
    <w:rsid w:val="00192592"/>
    <w:rsid w:val="00193723"/>
    <w:rsid w:val="001939E9"/>
    <w:rsid w:val="00197ACF"/>
    <w:rsid w:val="001A14FA"/>
    <w:rsid w:val="001A4C0B"/>
    <w:rsid w:val="001A4C2B"/>
    <w:rsid w:val="001B08CC"/>
    <w:rsid w:val="001B2188"/>
    <w:rsid w:val="001B2252"/>
    <w:rsid w:val="001B2DC2"/>
    <w:rsid w:val="001C141E"/>
    <w:rsid w:val="001C3618"/>
    <w:rsid w:val="001C51EF"/>
    <w:rsid w:val="001C521D"/>
    <w:rsid w:val="001C54FB"/>
    <w:rsid w:val="001C5BB6"/>
    <w:rsid w:val="001C7216"/>
    <w:rsid w:val="001C7BDF"/>
    <w:rsid w:val="001D1D30"/>
    <w:rsid w:val="001D2272"/>
    <w:rsid w:val="001D377A"/>
    <w:rsid w:val="001D3ED6"/>
    <w:rsid w:val="001D7C1D"/>
    <w:rsid w:val="001E2E7C"/>
    <w:rsid w:val="001E3808"/>
    <w:rsid w:val="001E5327"/>
    <w:rsid w:val="001E5E1F"/>
    <w:rsid w:val="001E730D"/>
    <w:rsid w:val="001E7580"/>
    <w:rsid w:val="001F29B5"/>
    <w:rsid w:val="001F357F"/>
    <w:rsid w:val="001F4B1F"/>
    <w:rsid w:val="00202457"/>
    <w:rsid w:val="0020252F"/>
    <w:rsid w:val="00202803"/>
    <w:rsid w:val="0020560A"/>
    <w:rsid w:val="00205A93"/>
    <w:rsid w:val="00205D9A"/>
    <w:rsid w:val="00210427"/>
    <w:rsid w:val="00210D8C"/>
    <w:rsid w:val="00211ED6"/>
    <w:rsid w:val="00212336"/>
    <w:rsid w:val="00212A7E"/>
    <w:rsid w:val="00213085"/>
    <w:rsid w:val="002168DD"/>
    <w:rsid w:val="002223B9"/>
    <w:rsid w:val="00222EEA"/>
    <w:rsid w:val="00223512"/>
    <w:rsid w:val="00225B26"/>
    <w:rsid w:val="00227925"/>
    <w:rsid w:val="00231794"/>
    <w:rsid w:val="00231878"/>
    <w:rsid w:val="002345B3"/>
    <w:rsid w:val="002373AA"/>
    <w:rsid w:val="00237706"/>
    <w:rsid w:val="002401CF"/>
    <w:rsid w:val="002431C4"/>
    <w:rsid w:val="00245068"/>
    <w:rsid w:val="00253AF4"/>
    <w:rsid w:val="002569B6"/>
    <w:rsid w:val="002571A5"/>
    <w:rsid w:val="00260096"/>
    <w:rsid w:val="002629A3"/>
    <w:rsid w:val="00272246"/>
    <w:rsid w:val="002748DC"/>
    <w:rsid w:val="00274D90"/>
    <w:rsid w:val="0027774B"/>
    <w:rsid w:val="002808E9"/>
    <w:rsid w:val="00285B17"/>
    <w:rsid w:val="002868F7"/>
    <w:rsid w:val="00286906"/>
    <w:rsid w:val="002874C0"/>
    <w:rsid w:val="00290726"/>
    <w:rsid w:val="0029227A"/>
    <w:rsid w:val="0029303A"/>
    <w:rsid w:val="002978AF"/>
    <w:rsid w:val="002A015E"/>
    <w:rsid w:val="002A49F0"/>
    <w:rsid w:val="002A614F"/>
    <w:rsid w:val="002A7678"/>
    <w:rsid w:val="002B0244"/>
    <w:rsid w:val="002B0B62"/>
    <w:rsid w:val="002B14DF"/>
    <w:rsid w:val="002C5353"/>
    <w:rsid w:val="002C6224"/>
    <w:rsid w:val="002C6C07"/>
    <w:rsid w:val="002C7400"/>
    <w:rsid w:val="002D057D"/>
    <w:rsid w:val="002D1273"/>
    <w:rsid w:val="002D33EB"/>
    <w:rsid w:val="002D4E2F"/>
    <w:rsid w:val="002D6519"/>
    <w:rsid w:val="002E0924"/>
    <w:rsid w:val="002E0E9A"/>
    <w:rsid w:val="002E43F1"/>
    <w:rsid w:val="002E5E46"/>
    <w:rsid w:val="002F13C5"/>
    <w:rsid w:val="002F1998"/>
    <w:rsid w:val="002F201B"/>
    <w:rsid w:val="002F481A"/>
    <w:rsid w:val="002F59F6"/>
    <w:rsid w:val="002F6CB5"/>
    <w:rsid w:val="003024CF"/>
    <w:rsid w:val="0030286F"/>
    <w:rsid w:val="0030317E"/>
    <w:rsid w:val="0030435F"/>
    <w:rsid w:val="00304572"/>
    <w:rsid w:val="00304F1E"/>
    <w:rsid w:val="00310AA9"/>
    <w:rsid w:val="00312FFA"/>
    <w:rsid w:val="00313FAE"/>
    <w:rsid w:val="0031649E"/>
    <w:rsid w:val="00321E56"/>
    <w:rsid w:val="003222A4"/>
    <w:rsid w:val="00323A50"/>
    <w:rsid w:val="0032661E"/>
    <w:rsid w:val="00330196"/>
    <w:rsid w:val="00331FDB"/>
    <w:rsid w:val="00333A8D"/>
    <w:rsid w:val="00333E15"/>
    <w:rsid w:val="003343F8"/>
    <w:rsid w:val="0033583A"/>
    <w:rsid w:val="00337141"/>
    <w:rsid w:val="003408FB"/>
    <w:rsid w:val="0034309A"/>
    <w:rsid w:val="00343B06"/>
    <w:rsid w:val="00344C20"/>
    <w:rsid w:val="00345D7F"/>
    <w:rsid w:val="003479B8"/>
    <w:rsid w:val="00351CE6"/>
    <w:rsid w:val="00352372"/>
    <w:rsid w:val="003536AF"/>
    <w:rsid w:val="00353A1B"/>
    <w:rsid w:val="003548F9"/>
    <w:rsid w:val="003551E5"/>
    <w:rsid w:val="00360327"/>
    <w:rsid w:val="00365B2A"/>
    <w:rsid w:val="003712C5"/>
    <w:rsid w:val="00372373"/>
    <w:rsid w:val="0037500B"/>
    <w:rsid w:val="003751ED"/>
    <w:rsid w:val="00375C36"/>
    <w:rsid w:val="00376327"/>
    <w:rsid w:val="00381E56"/>
    <w:rsid w:val="00384B76"/>
    <w:rsid w:val="00384CD7"/>
    <w:rsid w:val="0038624A"/>
    <w:rsid w:val="00386CD6"/>
    <w:rsid w:val="003872F9"/>
    <w:rsid w:val="003906C1"/>
    <w:rsid w:val="003908A6"/>
    <w:rsid w:val="003911A6"/>
    <w:rsid w:val="00392217"/>
    <w:rsid w:val="00392D29"/>
    <w:rsid w:val="00393B4A"/>
    <w:rsid w:val="00396D0D"/>
    <w:rsid w:val="00397770"/>
    <w:rsid w:val="00397A55"/>
    <w:rsid w:val="003A43B2"/>
    <w:rsid w:val="003A5FFB"/>
    <w:rsid w:val="003B3213"/>
    <w:rsid w:val="003B4B9A"/>
    <w:rsid w:val="003B5865"/>
    <w:rsid w:val="003C134A"/>
    <w:rsid w:val="003C1619"/>
    <w:rsid w:val="003C3388"/>
    <w:rsid w:val="003C621B"/>
    <w:rsid w:val="003C7BC7"/>
    <w:rsid w:val="003D03AC"/>
    <w:rsid w:val="003D07D4"/>
    <w:rsid w:val="003D1294"/>
    <w:rsid w:val="003D2D59"/>
    <w:rsid w:val="003D4DDC"/>
    <w:rsid w:val="003D56EC"/>
    <w:rsid w:val="003D7685"/>
    <w:rsid w:val="003D79C0"/>
    <w:rsid w:val="003E5464"/>
    <w:rsid w:val="003E6656"/>
    <w:rsid w:val="003E73B8"/>
    <w:rsid w:val="003F073F"/>
    <w:rsid w:val="003F20EB"/>
    <w:rsid w:val="003F3DA5"/>
    <w:rsid w:val="003F4233"/>
    <w:rsid w:val="003F5B2A"/>
    <w:rsid w:val="003F5E25"/>
    <w:rsid w:val="003F61B7"/>
    <w:rsid w:val="003F6F73"/>
    <w:rsid w:val="003F7A2A"/>
    <w:rsid w:val="00400C22"/>
    <w:rsid w:val="0040184C"/>
    <w:rsid w:val="004045EB"/>
    <w:rsid w:val="00406A8C"/>
    <w:rsid w:val="00407D82"/>
    <w:rsid w:val="00412D3D"/>
    <w:rsid w:val="004156A8"/>
    <w:rsid w:val="004164B8"/>
    <w:rsid w:val="0042006F"/>
    <w:rsid w:val="00420DBD"/>
    <w:rsid w:val="004210AC"/>
    <w:rsid w:val="00424424"/>
    <w:rsid w:val="00432380"/>
    <w:rsid w:val="00432EF6"/>
    <w:rsid w:val="00433DDD"/>
    <w:rsid w:val="0043424C"/>
    <w:rsid w:val="00434372"/>
    <w:rsid w:val="00435361"/>
    <w:rsid w:val="00440DDA"/>
    <w:rsid w:val="00440FAB"/>
    <w:rsid w:val="00441694"/>
    <w:rsid w:val="00444DDA"/>
    <w:rsid w:val="004515E3"/>
    <w:rsid w:val="00453005"/>
    <w:rsid w:val="004531FB"/>
    <w:rsid w:val="00457E17"/>
    <w:rsid w:val="004624C0"/>
    <w:rsid w:val="00464397"/>
    <w:rsid w:val="00464997"/>
    <w:rsid w:val="00465D74"/>
    <w:rsid w:val="00470629"/>
    <w:rsid w:val="00476070"/>
    <w:rsid w:val="00477DD3"/>
    <w:rsid w:val="00483D3D"/>
    <w:rsid w:val="0048447D"/>
    <w:rsid w:val="0048504D"/>
    <w:rsid w:val="0048506B"/>
    <w:rsid w:val="00490BAE"/>
    <w:rsid w:val="00491390"/>
    <w:rsid w:val="00497E9F"/>
    <w:rsid w:val="004A0204"/>
    <w:rsid w:val="004A0B8D"/>
    <w:rsid w:val="004A0C18"/>
    <w:rsid w:val="004A15EE"/>
    <w:rsid w:val="004A475E"/>
    <w:rsid w:val="004A4BFE"/>
    <w:rsid w:val="004B2658"/>
    <w:rsid w:val="004B2B96"/>
    <w:rsid w:val="004B3653"/>
    <w:rsid w:val="004B4283"/>
    <w:rsid w:val="004B4819"/>
    <w:rsid w:val="004B4957"/>
    <w:rsid w:val="004B49B3"/>
    <w:rsid w:val="004B684F"/>
    <w:rsid w:val="004B7222"/>
    <w:rsid w:val="004C111C"/>
    <w:rsid w:val="004C5204"/>
    <w:rsid w:val="004C56EA"/>
    <w:rsid w:val="004C7116"/>
    <w:rsid w:val="004D0773"/>
    <w:rsid w:val="004D13FE"/>
    <w:rsid w:val="004D1DD8"/>
    <w:rsid w:val="004D33AF"/>
    <w:rsid w:val="004D3514"/>
    <w:rsid w:val="004E0B92"/>
    <w:rsid w:val="004E177D"/>
    <w:rsid w:val="004E2AA6"/>
    <w:rsid w:val="004E30BB"/>
    <w:rsid w:val="004F1335"/>
    <w:rsid w:val="004F4448"/>
    <w:rsid w:val="004F4AEC"/>
    <w:rsid w:val="004F6EE1"/>
    <w:rsid w:val="00501B7E"/>
    <w:rsid w:val="00504D39"/>
    <w:rsid w:val="00505306"/>
    <w:rsid w:val="00506DCA"/>
    <w:rsid w:val="00507F3C"/>
    <w:rsid w:val="005112A8"/>
    <w:rsid w:val="00513A2C"/>
    <w:rsid w:val="0052106A"/>
    <w:rsid w:val="00521961"/>
    <w:rsid w:val="00521B3F"/>
    <w:rsid w:val="005267C6"/>
    <w:rsid w:val="00530350"/>
    <w:rsid w:val="00531120"/>
    <w:rsid w:val="0053152C"/>
    <w:rsid w:val="005334DA"/>
    <w:rsid w:val="00534D8D"/>
    <w:rsid w:val="00535A9C"/>
    <w:rsid w:val="00535BB5"/>
    <w:rsid w:val="00535C5D"/>
    <w:rsid w:val="005362D5"/>
    <w:rsid w:val="00542031"/>
    <w:rsid w:val="005437C3"/>
    <w:rsid w:val="00545DB5"/>
    <w:rsid w:val="005468F5"/>
    <w:rsid w:val="005501B1"/>
    <w:rsid w:val="00550A4E"/>
    <w:rsid w:val="005554AC"/>
    <w:rsid w:val="00555FBD"/>
    <w:rsid w:val="00557060"/>
    <w:rsid w:val="00560DB7"/>
    <w:rsid w:val="0056147B"/>
    <w:rsid w:val="00562C5F"/>
    <w:rsid w:val="00563CC6"/>
    <w:rsid w:val="00564212"/>
    <w:rsid w:val="005673B3"/>
    <w:rsid w:val="005710BD"/>
    <w:rsid w:val="00572686"/>
    <w:rsid w:val="00572C83"/>
    <w:rsid w:val="00572E49"/>
    <w:rsid w:val="005732FF"/>
    <w:rsid w:val="005737A3"/>
    <w:rsid w:val="00573F97"/>
    <w:rsid w:val="00575293"/>
    <w:rsid w:val="005815CC"/>
    <w:rsid w:val="005842F7"/>
    <w:rsid w:val="00585022"/>
    <w:rsid w:val="005861FC"/>
    <w:rsid w:val="0058718D"/>
    <w:rsid w:val="00587815"/>
    <w:rsid w:val="005A0073"/>
    <w:rsid w:val="005A0BEE"/>
    <w:rsid w:val="005A0E1A"/>
    <w:rsid w:val="005A20BE"/>
    <w:rsid w:val="005A3929"/>
    <w:rsid w:val="005A4437"/>
    <w:rsid w:val="005A4B60"/>
    <w:rsid w:val="005A4D41"/>
    <w:rsid w:val="005A513A"/>
    <w:rsid w:val="005A592B"/>
    <w:rsid w:val="005B1400"/>
    <w:rsid w:val="005B330A"/>
    <w:rsid w:val="005B3D08"/>
    <w:rsid w:val="005B47EA"/>
    <w:rsid w:val="005B4EC0"/>
    <w:rsid w:val="005C18EE"/>
    <w:rsid w:val="005C3B7D"/>
    <w:rsid w:val="005C40C1"/>
    <w:rsid w:val="005C4633"/>
    <w:rsid w:val="005C4CBE"/>
    <w:rsid w:val="005C550F"/>
    <w:rsid w:val="005C6FD3"/>
    <w:rsid w:val="005D4494"/>
    <w:rsid w:val="005D457C"/>
    <w:rsid w:val="005D54E3"/>
    <w:rsid w:val="005D731F"/>
    <w:rsid w:val="005D7633"/>
    <w:rsid w:val="005E160F"/>
    <w:rsid w:val="005E2066"/>
    <w:rsid w:val="005E2A70"/>
    <w:rsid w:val="005E5667"/>
    <w:rsid w:val="005E6333"/>
    <w:rsid w:val="005E691C"/>
    <w:rsid w:val="005F513F"/>
    <w:rsid w:val="005F5C44"/>
    <w:rsid w:val="005F78E2"/>
    <w:rsid w:val="005F7F6C"/>
    <w:rsid w:val="00602A76"/>
    <w:rsid w:val="006045B8"/>
    <w:rsid w:val="006065B4"/>
    <w:rsid w:val="00606F8A"/>
    <w:rsid w:val="00607130"/>
    <w:rsid w:val="00607D98"/>
    <w:rsid w:val="006111DE"/>
    <w:rsid w:val="00614387"/>
    <w:rsid w:val="00614C32"/>
    <w:rsid w:val="006157E5"/>
    <w:rsid w:val="00615C70"/>
    <w:rsid w:val="00616354"/>
    <w:rsid w:val="006179EA"/>
    <w:rsid w:val="00617B93"/>
    <w:rsid w:val="006208C7"/>
    <w:rsid w:val="00625189"/>
    <w:rsid w:val="00630A06"/>
    <w:rsid w:val="00633E9C"/>
    <w:rsid w:val="00634445"/>
    <w:rsid w:val="0063607B"/>
    <w:rsid w:val="006379C4"/>
    <w:rsid w:val="00641C8D"/>
    <w:rsid w:val="00641D9F"/>
    <w:rsid w:val="00643A7D"/>
    <w:rsid w:val="0064418C"/>
    <w:rsid w:val="00652225"/>
    <w:rsid w:val="00652C8A"/>
    <w:rsid w:val="00653F05"/>
    <w:rsid w:val="00657089"/>
    <w:rsid w:val="00657883"/>
    <w:rsid w:val="00660F12"/>
    <w:rsid w:val="00661CD1"/>
    <w:rsid w:val="00664AA6"/>
    <w:rsid w:val="0066523E"/>
    <w:rsid w:val="00666ED8"/>
    <w:rsid w:val="00670A28"/>
    <w:rsid w:val="00670B38"/>
    <w:rsid w:val="00673CAD"/>
    <w:rsid w:val="00675166"/>
    <w:rsid w:val="00676038"/>
    <w:rsid w:val="00676651"/>
    <w:rsid w:val="00676C7A"/>
    <w:rsid w:val="0067761E"/>
    <w:rsid w:val="00680495"/>
    <w:rsid w:val="00683F96"/>
    <w:rsid w:val="00684BF9"/>
    <w:rsid w:val="00685264"/>
    <w:rsid w:val="00685FD6"/>
    <w:rsid w:val="00691B83"/>
    <w:rsid w:val="00693C1A"/>
    <w:rsid w:val="006946CF"/>
    <w:rsid w:val="00694BEE"/>
    <w:rsid w:val="00696F96"/>
    <w:rsid w:val="006A6BAA"/>
    <w:rsid w:val="006B145D"/>
    <w:rsid w:val="006B162B"/>
    <w:rsid w:val="006B3955"/>
    <w:rsid w:val="006B52F2"/>
    <w:rsid w:val="006C0B90"/>
    <w:rsid w:val="006C0C72"/>
    <w:rsid w:val="006C3FDE"/>
    <w:rsid w:val="006C478E"/>
    <w:rsid w:val="006C6A68"/>
    <w:rsid w:val="006D4B29"/>
    <w:rsid w:val="006D644C"/>
    <w:rsid w:val="006D74B1"/>
    <w:rsid w:val="006D7A2A"/>
    <w:rsid w:val="006E4432"/>
    <w:rsid w:val="006E4485"/>
    <w:rsid w:val="006E73B2"/>
    <w:rsid w:val="006E7996"/>
    <w:rsid w:val="006F0E68"/>
    <w:rsid w:val="006F1064"/>
    <w:rsid w:val="006F301D"/>
    <w:rsid w:val="006F44B4"/>
    <w:rsid w:val="006F4E1F"/>
    <w:rsid w:val="006F670E"/>
    <w:rsid w:val="006F6985"/>
    <w:rsid w:val="006F69A4"/>
    <w:rsid w:val="006F76D3"/>
    <w:rsid w:val="006F7D71"/>
    <w:rsid w:val="00702301"/>
    <w:rsid w:val="0070268C"/>
    <w:rsid w:val="007035E7"/>
    <w:rsid w:val="0070469E"/>
    <w:rsid w:val="00704F4A"/>
    <w:rsid w:val="007060FB"/>
    <w:rsid w:val="0070639E"/>
    <w:rsid w:val="007064AB"/>
    <w:rsid w:val="00707554"/>
    <w:rsid w:val="00710CB3"/>
    <w:rsid w:val="00714B1F"/>
    <w:rsid w:val="007202D1"/>
    <w:rsid w:val="0072065E"/>
    <w:rsid w:val="0072142B"/>
    <w:rsid w:val="00721867"/>
    <w:rsid w:val="00723E73"/>
    <w:rsid w:val="00731131"/>
    <w:rsid w:val="0073714A"/>
    <w:rsid w:val="00737B3D"/>
    <w:rsid w:val="00740956"/>
    <w:rsid w:val="00741FDB"/>
    <w:rsid w:val="00743534"/>
    <w:rsid w:val="00743B2F"/>
    <w:rsid w:val="00746535"/>
    <w:rsid w:val="007515B4"/>
    <w:rsid w:val="00751FA1"/>
    <w:rsid w:val="007531FA"/>
    <w:rsid w:val="007539B7"/>
    <w:rsid w:val="007541E9"/>
    <w:rsid w:val="007543CD"/>
    <w:rsid w:val="0075464D"/>
    <w:rsid w:val="007574D2"/>
    <w:rsid w:val="00762AF0"/>
    <w:rsid w:val="0076445E"/>
    <w:rsid w:val="00765250"/>
    <w:rsid w:val="00765E86"/>
    <w:rsid w:val="007666B4"/>
    <w:rsid w:val="00767F0F"/>
    <w:rsid w:val="0077077F"/>
    <w:rsid w:val="00770F47"/>
    <w:rsid w:val="00774D7A"/>
    <w:rsid w:val="00785E71"/>
    <w:rsid w:val="007933BF"/>
    <w:rsid w:val="0079613A"/>
    <w:rsid w:val="007A166E"/>
    <w:rsid w:val="007A26DD"/>
    <w:rsid w:val="007A2799"/>
    <w:rsid w:val="007A2808"/>
    <w:rsid w:val="007A3D7B"/>
    <w:rsid w:val="007A64E2"/>
    <w:rsid w:val="007A7365"/>
    <w:rsid w:val="007B00A9"/>
    <w:rsid w:val="007B6AAC"/>
    <w:rsid w:val="007B7CCD"/>
    <w:rsid w:val="007B7EAB"/>
    <w:rsid w:val="007C1055"/>
    <w:rsid w:val="007C7B21"/>
    <w:rsid w:val="007D4388"/>
    <w:rsid w:val="007E1102"/>
    <w:rsid w:val="007E367F"/>
    <w:rsid w:val="007E54CD"/>
    <w:rsid w:val="007E556A"/>
    <w:rsid w:val="007E5F77"/>
    <w:rsid w:val="007E6273"/>
    <w:rsid w:val="007F37BA"/>
    <w:rsid w:val="008027E3"/>
    <w:rsid w:val="008119E9"/>
    <w:rsid w:val="00813437"/>
    <w:rsid w:val="00816D9C"/>
    <w:rsid w:val="008179D4"/>
    <w:rsid w:val="00821B4B"/>
    <w:rsid w:val="0082363F"/>
    <w:rsid w:val="008265AC"/>
    <w:rsid w:val="008276A3"/>
    <w:rsid w:val="00831D54"/>
    <w:rsid w:val="0083299E"/>
    <w:rsid w:val="00832DB3"/>
    <w:rsid w:val="00834D75"/>
    <w:rsid w:val="008362D1"/>
    <w:rsid w:val="00837144"/>
    <w:rsid w:val="00837F3B"/>
    <w:rsid w:val="00846A5B"/>
    <w:rsid w:val="00846C1E"/>
    <w:rsid w:val="00847EB2"/>
    <w:rsid w:val="00847EBA"/>
    <w:rsid w:val="00847F96"/>
    <w:rsid w:val="008542A0"/>
    <w:rsid w:val="0085532A"/>
    <w:rsid w:val="00855FE2"/>
    <w:rsid w:val="00860086"/>
    <w:rsid w:val="00860AC2"/>
    <w:rsid w:val="00860B9C"/>
    <w:rsid w:val="008632E5"/>
    <w:rsid w:val="008759B1"/>
    <w:rsid w:val="008759BF"/>
    <w:rsid w:val="00875E04"/>
    <w:rsid w:val="00877407"/>
    <w:rsid w:val="00877B23"/>
    <w:rsid w:val="0088095D"/>
    <w:rsid w:val="00882D36"/>
    <w:rsid w:val="00884581"/>
    <w:rsid w:val="00884720"/>
    <w:rsid w:val="008903EB"/>
    <w:rsid w:val="008914F2"/>
    <w:rsid w:val="0089198A"/>
    <w:rsid w:val="00892662"/>
    <w:rsid w:val="008926B0"/>
    <w:rsid w:val="00892D96"/>
    <w:rsid w:val="008950D2"/>
    <w:rsid w:val="008965EE"/>
    <w:rsid w:val="008A27D2"/>
    <w:rsid w:val="008B068E"/>
    <w:rsid w:val="008B0862"/>
    <w:rsid w:val="008B1A44"/>
    <w:rsid w:val="008B4262"/>
    <w:rsid w:val="008B6067"/>
    <w:rsid w:val="008C0A9E"/>
    <w:rsid w:val="008C1080"/>
    <w:rsid w:val="008C263D"/>
    <w:rsid w:val="008C278D"/>
    <w:rsid w:val="008C27C3"/>
    <w:rsid w:val="008C3467"/>
    <w:rsid w:val="008C4A5C"/>
    <w:rsid w:val="008C599B"/>
    <w:rsid w:val="008C5AC9"/>
    <w:rsid w:val="008C5B6C"/>
    <w:rsid w:val="008C6541"/>
    <w:rsid w:val="008D5FCE"/>
    <w:rsid w:val="008E04E8"/>
    <w:rsid w:val="008E07D1"/>
    <w:rsid w:val="008E28F5"/>
    <w:rsid w:val="008E4147"/>
    <w:rsid w:val="008E4EB5"/>
    <w:rsid w:val="008E76A5"/>
    <w:rsid w:val="008F1616"/>
    <w:rsid w:val="008F42E4"/>
    <w:rsid w:val="008F46F9"/>
    <w:rsid w:val="008F75D7"/>
    <w:rsid w:val="00903745"/>
    <w:rsid w:val="0090570F"/>
    <w:rsid w:val="009111E0"/>
    <w:rsid w:val="00911A25"/>
    <w:rsid w:val="009131E1"/>
    <w:rsid w:val="009135D4"/>
    <w:rsid w:val="0091396A"/>
    <w:rsid w:val="009144DE"/>
    <w:rsid w:val="00915AD0"/>
    <w:rsid w:val="00916928"/>
    <w:rsid w:val="009171B4"/>
    <w:rsid w:val="00924DEB"/>
    <w:rsid w:val="009276AB"/>
    <w:rsid w:val="009316FD"/>
    <w:rsid w:val="0093395D"/>
    <w:rsid w:val="009351CD"/>
    <w:rsid w:val="00936FB4"/>
    <w:rsid w:val="009428F7"/>
    <w:rsid w:val="00943D2A"/>
    <w:rsid w:val="009459CD"/>
    <w:rsid w:val="00947AEA"/>
    <w:rsid w:val="0095040F"/>
    <w:rsid w:val="009534D9"/>
    <w:rsid w:val="00953951"/>
    <w:rsid w:val="00953DFD"/>
    <w:rsid w:val="00955726"/>
    <w:rsid w:val="009635BE"/>
    <w:rsid w:val="00977CCF"/>
    <w:rsid w:val="00981835"/>
    <w:rsid w:val="00981CD7"/>
    <w:rsid w:val="009873BB"/>
    <w:rsid w:val="00990505"/>
    <w:rsid w:val="009925EE"/>
    <w:rsid w:val="00994E8A"/>
    <w:rsid w:val="00994F5D"/>
    <w:rsid w:val="0099743A"/>
    <w:rsid w:val="009A149A"/>
    <w:rsid w:val="009A254A"/>
    <w:rsid w:val="009A4573"/>
    <w:rsid w:val="009A4B70"/>
    <w:rsid w:val="009B0D73"/>
    <w:rsid w:val="009B202C"/>
    <w:rsid w:val="009B30EB"/>
    <w:rsid w:val="009B6A19"/>
    <w:rsid w:val="009C00D2"/>
    <w:rsid w:val="009C0CC4"/>
    <w:rsid w:val="009C384C"/>
    <w:rsid w:val="009C39DB"/>
    <w:rsid w:val="009D0A05"/>
    <w:rsid w:val="009D112E"/>
    <w:rsid w:val="009D31B6"/>
    <w:rsid w:val="009D393B"/>
    <w:rsid w:val="009D456E"/>
    <w:rsid w:val="009D4966"/>
    <w:rsid w:val="009D4EDF"/>
    <w:rsid w:val="009D6B05"/>
    <w:rsid w:val="009D6CE5"/>
    <w:rsid w:val="009D7EBC"/>
    <w:rsid w:val="009E372D"/>
    <w:rsid w:val="009E4B8A"/>
    <w:rsid w:val="009E6952"/>
    <w:rsid w:val="009E7570"/>
    <w:rsid w:val="009F03F6"/>
    <w:rsid w:val="009F098D"/>
    <w:rsid w:val="009F1E2A"/>
    <w:rsid w:val="009F2A73"/>
    <w:rsid w:val="009F2D16"/>
    <w:rsid w:val="009F4FDD"/>
    <w:rsid w:val="009F55B4"/>
    <w:rsid w:val="009F5729"/>
    <w:rsid w:val="009F63D7"/>
    <w:rsid w:val="00A02E16"/>
    <w:rsid w:val="00A06752"/>
    <w:rsid w:val="00A113A4"/>
    <w:rsid w:val="00A132C7"/>
    <w:rsid w:val="00A2050C"/>
    <w:rsid w:val="00A2261B"/>
    <w:rsid w:val="00A22C2D"/>
    <w:rsid w:val="00A22E19"/>
    <w:rsid w:val="00A2383C"/>
    <w:rsid w:val="00A24048"/>
    <w:rsid w:val="00A30063"/>
    <w:rsid w:val="00A30EA8"/>
    <w:rsid w:val="00A32E60"/>
    <w:rsid w:val="00A33E90"/>
    <w:rsid w:val="00A35241"/>
    <w:rsid w:val="00A3534A"/>
    <w:rsid w:val="00A36522"/>
    <w:rsid w:val="00A36FCA"/>
    <w:rsid w:val="00A42673"/>
    <w:rsid w:val="00A43016"/>
    <w:rsid w:val="00A4411C"/>
    <w:rsid w:val="00A4680C"/>
    <w:rsid w:val="00A46F0D"/>
    <w:rsid w:val="00A47767"/>
    <w:rsid w:val="00A50BBD"/>
    <w:rsid w:val="00A51825"/>
    <w:rsid w:val="00A51B5B"/>
    <w:rsid w:val="00A57546"/>
    <w:rsid w:val="00A60A69"/>
    <w:rsid w:val="00A61178"/>
    <w:rsid w:val="00A62206"/>
    <w:rsid w:val="00A6309E"/>
    <w:rsid w:val="00A66791"/>
    <w:rsid w:val="00A71CF1"/>
    <w:rsid w:val="00A7227B"/>
    <w:rsid w:val="00A75A15"/>
    <w:rsid w:val="00A768CE"/>
    <w:rsid w:val="00A77E17"/>
    <w:rsid w:val="00A81F66"/>
    <w:rsid w:val="00A82781"/>
    <w:rsid w:val="00A839DA"/>
    <w:rsid w:val="00A844B6"/>
    <w:rsid w:val="00A84B86"/>
    <w:rsid w:val="00A85317"/>
    <w:rsid w:val="00A85578"/>
    <w:rsid w:val="00A86A5B"/>
    <w:rsid w:val="00A8787E"/>
    <w:rsid w:val="00A87E11"/>
    <w:rsid w:val="00A9046F"/>
    <w:rsid w:val="00A913BE"/>
    <w:rsid w:val="00A922B6"/>
    <w:rsid w:val="00A935BD"/>
    <w:rsid w:val="00A9551D"/>
    <w:rsid w:val="00A9570B"/>
    <w:rsid w:val="00A9650E"/>
    <w:rsid w:val="00A96657"/>
    <w:rsid w:val="00AA24D7"/>
    <w:rsid w:val="00AA3EC2"/>
    <w:rsid w:val="00AA789D"/>
    <w:rsid w:val="00AB045C"/>
    <w:rsid w:val="00AB058C"/>
    <w:rsid w:val="00AB0D3B"/>
    <w:rsid w:val="00AC2AAF"/>
    <w:rsid w:val="00AC3795"/>
    <w:rsid w:val="00AC3B41"/>
    <w:rsid w:val="00AC6F05"/>
    <w:rsid w:val="00AC7BD8"/>
    <w:rsid w:val="00AD1EFD"/>
    <w:rsid w:val="00AD304B"/>
    <w:rsid w:val="00AD4775"/>
    <w:rsid w:val="00AD6695"/>
    <w:rsid w:val="00AE1145"/>
    <w:rsid w:val="00AE1527"/>
    <w:rsid w:val="00AE1E4D"/>
    <w:rsid w:val="00AE2F2D"/>
    <w:rsid w:val="00AE7C6B"/>
    <w:rsid w:val="00AF1560"/>
    <w:rsid w:val="00AF16F8"/>
    <w:rsid w:val="00AF1E42"/>
    <w:rsid w:val="00AF1E68"/>
    <w:rsid w:val="00AF3C57"/>
    <w:rsid w:val="00AF50FF"/>
    <w:rsid w:val="00AF6AE7"/>
    <w:rsid w:val="00B0183E"/>
    <w:rsid w:val="00B023AD"/>
    <w:rsid w:val="00B03286"/>
    <w:rsid w:val="00B03E60"/>
    <w:rsid w:val="00B05E76"/>
    <w:rsid w:val="00B05F08"/>
    <w:rsid w:val="00B10833"/>
    <w:rsid w:val="00B11C81"/>
    <w:rsid w:val="00B15499"/>
    <w:rsid w:val="00B156DC"/>
    <w:rsid w:val="00B15FCE"/>
    <w:rsid w:val="00B3041D"/>
    <w:rsid w:val="00B32575"/>
    <w:rsid w:val="00B32A94"/>
    <w:rsid w:val="00B33995"/>
    <w:rsid w:val="00B363E5"/>
    <w:rsid w:val="00B366B2"/>
    <w:rsid w:val="00B36775"/>
    <w:rsid w:val="00B40A37"/>
    <w:rsid w:val="00B442BA"/>
    <w:rsid w:val="00B465CD"/>
    <w:rsid w:val="00B470E0"/>
    <w:rsid w:val="00B51936"/>
    <w:rsid w:val="00B52BA6"/>
    <w:rsid w:val="00B5341A"/>
    <w:rsid w:val="00B53D21"/>
    <w:rsid w:val="00B54D98"/>
    <w:rsid w:val="00B5525B"/>
    <w:rsid w:val="00B55776"/>
    <w:rsid w:val="00B56177"/>
    <w:rsid w:val="00B60102"/>
    <w:rsid w:val="00B6091E"/>
    <w:rsid w:val="00B60D16"/>
    <w:rsid w:val="00B62CCA"/>
    <w:rsid w:val="00B62EF1"/>
    <w:rsid w:val="00B64110"/>
    <w:rsid w:val="00B641AD"/>
    <w:rsid w:val="00B64E57"/>
    <w:rsid w:val="00B66DA6"/>
    <w:rsid w:val="00B675B6"/>
    <w:rsid w:val="00B67661"/>
    <w:rsid w:val="00B70F8A"/>
    <w:rsid w:val="00B722D8"/>
    <w:rsid w:val="00B72EE4"/>
    <w:rsid w:val="00B75B0D"/>
    <w:rsid w:val="00B76DA9"/>
    <w:rsid w:val="00B77615"/>
    <w:rsid w:val="00B77632"/>
    <w:rsid w:val="00B778FC"/>
    <w:rsid w:val="00B810A7"/>
    <w:rsid w:val="00B810BB"/>
    <w:rsid w:val="00B82A86"/>
    <w:rsid w:val="00B85D03"/>
    <w:rsid w:val="00B86FBE"/>
    <w:rsid w:val="00B95B75"/>
    <w:rsid w:val="00BA1E1F"/>
    <w:rsid w:val="00BB1DF6"/>
    <w:rsid w:val="00BB31C5"/>
    <w:rsid w:val="00BB352F"/>
    <w:rsid w:val="00BB4EFB"/>
    <w:rsid w:val="00BB72E1"/>
    <w:rsid w:val="00BC73DF"/>
    <w:rsid w:val="00BD01D8"/>
    <w:rsid w:val="00BD256F"/>
    <w:rsid w:val="00BD3823"/>
    <w:rsid w:val="00BD627E"/>
    <w:rsid w:val="00BD6803"/>
    <w:rsid w:val="00BD6AAB"/>
    <w:rsid w:val="00BD6D59"/>
    <w:rsid w:val="00BD70D1"/>
    <w:rsid w:val="00BD770C"/>
    <w:rsid w:val="00BE3600"/>
    <w:rsid w:val="00BE3E37"/>
    <w:rsid w:val="00BE432E"/>
    <w:rsid w:val="00BE4481"/>
    <w:rsid w:val="00BE65E4"/>
    <w:rsid w:val="00BF0F90"/>
    <w:rsid w:val="00BF109D"/>
    <w:rsid w:val="00BF1459"/>
    <w:rsid w:val="00BF2863"/>
    <w:rsid w:val="00BF2F27"/>
    <w:rsid w:val="00BF3B2E"/>
    <w:rsid w:val="00BF45E4"/>
    <w:rsid w:val="00BF5630"/>
    <w:rsid w:val="00BF570A"/>
    <w:rsid w:val="00BF6B15"/>
    <w:rsid w:val="00C01A7A"/>
    <w:rsid w:val="00C02139"/>
    <w:rsid w:val="00C054E3"/>
    <w:rsid w:val="00C05767"/>
    <w:rsid w:val="00C10C14"/>
    <w:rsid w:val="00C11921"/>
    <w:rsid w:val="00C11DCC"/>
    <w:rsid w:val="00C12BB1"/>
    <w:rsid w:val="00C1300A"/>
    <w:rsid w:val="00C1345A"/>
    <w:rsid w:val="00C15237"/>
    <w:rsid w:val="00C16833"/>
    <w:rsid w:val="00C16EDD"/>
    <w:rsid w:val="00C2081E"/>
    <w:rsid w:val="00C21B5A"/>
    <w:rsid w:val="00C23E4D"/>
    <w:rsid w:val="00C23F06"/>
    <w:rsid w:val="00C24BD9"/>
    <w:rsid w:val="00C274D4"/>
    <w:rsid w:val="00C33C73"/>
    <w:rsid w:val="00C41B32"/>
    <w:rsid w:val="00C43CA5"/>
    <w:rsid w:val="00C44884"/>
    <w:rsid w:val="00C44911"/>
    <w:rsid w:val="00C453C9"/>
    <w:rsid w:val="00C47406"/>
    <w:rsid w:val="00C475DC"/>
    <w:rsid w:val="00C47E5D"/>
    <w:rsid w:val="00C51790"/>
    <w:rsid w:val="00C5301E"/>
    <w:rsid w:val="00C53999"/>
    <w:rsid w:val="00C54AD5"/>
    <w:rsid w:val="00C56ED3"/>
    <w:rsid w:val="00C57607"/>
    <w:rsid w:val="00C63724"/>
    <w:rsid w:val="00C65E78"/>
    <w:rsid w:val="00C6776E"/>
    <w:rsid w:val="00C706F9"/>
    <w:rsid w:val="00C72E99"/>
    <w:rsid w:val="00C765BD"/>
    <w:rsid w:val="00C80AF8"/>
    <w:rsid w:val="00C82336"/>
    <w:rsid w:val="00C828AC"/>
    <w:rsid w:val="00C84494"/>
    <w:rsid w:val="00C850A8"/>
    <w:rsid w:val="00C8640B"/>
    <w:rsid w:val="00C94E4E"/>
    <w:rsid w:val="00C97D88"/>
    <w:rsid w:val="00CA1966"/>
    <w:rsid w:val="00CA297D"/>
    <w:rsid w:val="00CA4142"/>
    <w:rsid w:val="00CA5897"/>
    <w:rsid w:val="00CA6DBA"/>
    <w:rsid w:val="00CA6F21"/>
    <w:rsid w:val="00CB1A60"/>
    <w:rsid w:val="00CB7B7E"/>
    <w:rsid w:val="00CC14E2"/>
    <w:rsid w:val="00CC3B08"/>
    <w:rsid w:val="00CC4897"/>
    <w:rsid w:val="00CC6482"/>
    <w:rsid w:val="00CC6899"/>
    <w:rsid w:val="00CC6AAC"/>
    <w:rsid w:val="00CD2710"/>
    <w:rsid w:val="00CD4184"/>
    <w:rsid w:val="00CD4DF3"/>
    <w:rsid w:val="00CD7711"/>
    <w:rsid w:val="00CD7DC4"/>
    <w:rsid w:val="00CE1C7E"/>
    <w:rsid w:val="00CE7F72"/>
    <w:rsid w:val="00CF29CE"/>
    <w:rsid w:val="00CF3E41"/>
    <w:rsid w:val="00CF4224"/>
    <w:rsid w:val="00D036F1"/>
    <w:rsid w:val="00D05F6A"/>
    <w:rsid w:val="00D0637E"/>
    <w:rsid w:val="00D07FEF"/>
    <w:rsid w:val="00D17764"/>
    <w:rsid w:val="00D239CC"/>
    <w:rsid w:val="00D36303"/>
    <w:rsid w:val="00D405E2"/>
    <w:rsid w:val="00D409D9"/>
    <w:rsid w:val="00D4168F"/>
    <w:rsid w:val="00D423EE"/>
    <w:rsid w:val="00D43103"/>
    <w:rsid w:val="00D439EC"/>
    <w:rsid w:val="00D43A44"/>
    <w:rsid w:val="00D5039E"/>
    <w:rsid w:val="00D53B7C"/>
    <w:rsid w:val="00D54B0A"/>
    <w:rsid w:val="00D55509"/>
    <w:rsid w:val="00D56ABE"/>
    <w:rsid w:val="00D60E18"/>
    <w:rsid w:val="00D6528B"/>
    <w:rsid w:val="00D6545E"/>
    <w:rsid w:val="00D6664C"/>
    <w:rsid w:val="00D66B40"/>
    <w:rsid w:val="00D67848"/>
    <w:rsid w:val="00D74054"/>
    <w:rsid w:val="00D746A7"/>
    <w:rsid w:val="00D83805"/>
    <w:rsid w:val="00D85EF9"/>
    <w:rsid w:val="00D906E9"/>
    <w:rsid w:val="00D90760"/>
    <w:rsid w:val="00D91E45"/>
    <w:rsid w:val="00D9318E"/>
    <w:rsid w:val="00D9524B"/>
    <w:rsid w:val="00DA1FB1"/>
    <w:rsid w:val="00DA4723"/>
    <w:rsid w:val="00DB0021"/>
    <w:rsid w:val="00DB1020"/>
    <w:rsid w:val="00DB4925"/>
    <w:rsid w:val="00DB4A58"/>
    <w:rsid w:val="00DB7385"/>
    <w:rsid w:val="00DC0093"/>
    <w:rsid w:val="00DC16A9"/>
    <w:rsid w:val="00DC2A2F"/>
    <w:rsid w:val="00DC2FEF"/>
    <w:rsid w:val="00DC3283"/>
    <w:rsid w:val="00DC42CD"/>
    <w:rsid w:val="00DC60C9"/>
    <w:rsid w:val="00DC6234"/>
    <w:rsid w:val="00DC7B29"/>
    <w:rsid w:val="00DD1007"/>
    <w:rsid w:val="00DD116C"/>
    <w:rsid w:val="00DD2DB4"/>
    <w:rsid w:val="00DD399C"/>
    <w:rsid w:val="00DD4A17"/>
    <w:rsid w:val="00DD4D83"/>
    <w:rsid w:val="00DD5EF5"/>
    <w:rsid w:val="00DD6AA9"/>
    <w:rsid w:val="00DD7F25"/>
    <w:rsid w:val="00DE13D9"/>
    <w:rsid w:val="00DE26F3"/>
    <w:rsid w:val="00DE31A6"/>
    <w:rsid w:val="00DE3B55"/>
    <w:rsid w:val="00DE5B8E"/>
    <w:rsid w:val="00DE6E6A"/>
    <w:rsid w:val="00DE727A"/>
    <w:rsid w:val="00DE7B59"/>
    <w:rsid w:val="00DF1AB1"/>
    <w:rsid w:val="00DF2973"/>
    <w:rsid w:val="00DF2DE0"/>
    <w:rsid w:val="00DF3C17"/>
    <w:rsid w:val="00DF6948"/>
    <w:rsid w:val="00DF76A7"/>
    <w:rsid w:val="00E00F8F"/>
    <w:rsid w:val="00E03342"/>
    <w:rsid w:val="00E0446D"/>
    <w:rsid w:val="00E07DA1"/>
    <w:rsid w:val="00E109A2"/>
    <w:rsid w:val="00E10C4D"/>
    <w:rsid w:val="00E130AE"/>
    <w:rsid w:val="00E14214"/>
    <w:rsid w:val="00E14B22"/>
    <w:rsid w:val="00E16561"/>
    <w:rsid w:val="00E1772B"/>
    <w:rsid w:val="00E2000B"/>
    <w:rsid w:val="00E26130"/>
    <w:rsid w:val="00E26361"/>
    <w:rsid w:val="00E26956"/>
    <w:rsid w:val="00E27E19"/>
    <w:rsid w:val="00E30D72"/>
    <w:rsid w:val="00E31C46"/>
    <w:rsid w:val="00E3526D"/>
    <w:rsid w:val="00E3647A"/>
    <w:rsid w:val="00E36A44"/>
    <w:rsid w:val="00E37679"/>
    <w:rsid w:val="00E40478"/>
    <w:rsid w:val="00E431F7"/>
    <w:rsid w:val="00E4424C"/>
    <w:rsid w:val="00E45540"/>
    <w:rsid w:val="00E45F93"/>
    <w:rsid w:val="00E52F70"/>
    <w:rsid w:val="00E54DD0"/>
    <w:rsid w:val="00E54EB5"/>
    <w:rsid w:val="00E5501A"/>
    <w:rsid w:val="00E551A2"/>
    <w:rsid w:val="00E60E91"/>
    <w:rsid w:val="00E60E9D"/>
    <w:rsid w:val="00E62928"/>
    <w:rsid w:val="00E654A2"/>
    <w:rsid w:val="00E71718"/>
    <w:rsid w:val="00E73B7B"/>
    <w:rsid w:val="00E748DA"/>
    <w:rsid w:val="00E824C7"/>
    <w:rsid w:val="00E82E8C"/>
    <w:rsid w:val="00E86227"/>
    <w:rsid w:val="00E90282"/>
    <w:rsid w:val="00E9191A"/>
    <w:rsid w:val="00E91F9F"/>
    <w:rsid w:val="00E92B1E"/>
    <w:rsid w:val="00E945D6"/>
    <w:rsid w:val="00E9525D"/>
    <w:rsid w:val="00E953E9"/>
    <w:rsid w:val="00E97498"/>
    <w:rsid w:val="00EA6B54"/>
    <w:rsid w:val="00EA7795"/>
    <w:rsid w:val="00EB13D0"/>
    <w:rsid w:val="00EB76D3"/>
    <w:rsid w:val="00EC1926"/>
    <w:rsid w:val="00EC1F80"/>
    <w:rsid w:val="00EC4C50"/>
    <w:rsid w:val="00EC5C3D"/>
    <w:rsid w:val="00EC7677"/>
    <w:rsid w:val="00ED082C"/>
    <w:rsid w:val="00ED46B4"/>
    <w:rsid w:val="00ED6353"/>
    <w:rsid w:val="00ED640C"/>
    <w:rsid w:val="00ED6777"/>
    <w:rsid w:val="00ED725D"/>
    <w:rsid w:val="00EE0225"/>
    <w:rsid w:val="00EE0E39"/>
    <w:rsid w:val="00EE245F"/>
    <w:rsid w:val="00EE3963"/>
    <w:rsid w:val="00EE446F"/>
    <w:rsid w:val="00EE5FA5"/>
    <w:rsid w:val="00EE63F9"/>
    <w:rsid w:val="00EE6AFD"/>
    <w:rsid w:val="00EE7CE3"/>
    <w:rsid w:val="00EF0F2F"/>
    <w:rsid w:val="00EF5647"/>
    <w:rsid w:val="00EF57E1"/>
    <w:rsid w:val="00EF590E"/>
    <w:rsid w:val="00EF61D5"/>
    <w:rsid w:val="00EF7984"/>
    <w:rsid w:val="00EF79EA"/>
    <w:rsid w:val="00F00104"/>
    <w:rsid w:val="00F03346"/>
    <w:rsid w:val="00F039AC"/>
    <w:rsid w:val="00F053E5"/>
    <w:rsid w:val="00F12D8C"/>
    <w:rsid w:val="00F16151"/>
    <w:rsid w:val="00F165EA"/>
    <w:rsid w:val="00F22540"/>
    <w:rsid w:val="00F23544"/>
    <w:rsid w:val="00F23C5E"/>
    <w:rsid w:val="00F23D5F"/>
    <w:rsid w:val="00F27635"/>
    <w:rsid w:val="00F27E25"/>
    <w:rsid w:val="00F30173"/>
    <w:rsid w:val="00F30D39"/>
    <w:rsid w:val="00F36758"/>
    <w:rsid w:val="00F36FC1"/>
    <w:rsid w:val="00F43A68"/>
    <w:rsid w:val="00F43BAD"/>
    <w:rsid w:val="00F43DF6"/>
    <w:rsid w:val="00F45207"/>
    <w:rsid w:val="00F4523F"/>
    <w:rsid w:val="00F45A3E"/>
    <w:rsid w:val="00F45B34"/>
    <w:rsid w:val="00F4600E"/>
    <w:rsid w:val="00F46237"/>
    <w:rsid w:val="00F50579"/>
    <w:rsid w:val="00F5190E"/>
    <w:rsid w:val="00F53C2C"/>
    <w:rsid w:val="00F5427C"/>
    <w:rsid w:val="00F554F8"/>
    <w:rsid w:val="00F5598D"/>
    <w:rsid w:val="00F612A9"/>
    <w:rsid w:val="00F621DD"/>
    <w:rsid w:val="00F62917"/>
    <w:rsid w:val="00F63C3B"/>
    <w:rsid w:val="00F660C9"/>
    <w:rsid w:val="00F6700B"/>
    <w:rsid w:val="00F71174"/>
    <w:rsid w:val="00F74447"/>
    <w:rsid w:val="00F75224"/>
    <w:rsid w:val="00F7580A"/>
    <w:rsid w:val="00F77DB1"/>
    <w:rsid w:val="00F80564"/>
    <w:rsid w:val="00F80B12"/>
    <w:rsid w:val="00F822CF"/>
    <w:rsid w:val="00F825B7"/>
    <w:rsid w:val="00F84750"/>
    <w:rsid w:val="00F8641C"/>
    <w:rsid w:val="00F8767B"/>
    <w:rsid w:val="00F930BC"/>
    <w:rsid w:val="00F95826"/>
    <w:rsid w:val="00F96205"/>
    <w:rsid w:val="00FA307E"/>
    <w:rsid w:val="00FA66E1"/>
    <w:rsid w:val="00FB2857"/>
    <w:rsid w:val="00FB4F0F"/>
    <w:rsid w:val="00FB64DC"/>
    <w:rsid w:val="00FB7107"/>
    <w:rsid w:val="00FB7E5A"/>
    <w:rsid w:val="00FC00AB"/>
    <w:rsid w:val="00FC0569"/>
    <w:rsid w:val="00FC2151"/>
    <w:rsid w:val="00FC2B05"/>
    <w:rsid w:val="00FC2C86"/>
    <w:rsid w:val="00FC5738"/>
    <w:rsid w:val="00FC6871"/>
    <w:rsid w:val="00FC6F3C"/>
    <w:rsid w:val="00FD07B8"/>
    <w:rsid w:val="00FD17C0"/>
    <w:rsid w:val="00FD51F8"/>
    <w:rsid w:val="00FD57A6"/>
    <w:rsid w:val="00FD5B38"/>
    <w:rsid w:val="00FE04FA"/>
    <w:rsid w:val="00FE1F77"/>
    <w:rsid w:val="00FE4C7A"/>
    <w:rsid w:val="00FE538D"/>
    <w:rsid w:val="00FE7A25"/>
    <w:rsid w:val="00FF1ED4"/>
    <w:rsid w:val="00FF1F4F"/>
    <w:rsid w:val="00FF29EE"/>
    <w:rsid w:val="00FF382D"/>
    <w:rsid w:val="00FF4C79"/>
    <w:rsid w:val="00FF5832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D18CFD"/>
  <w15:docId w15:val="{7E80CD90-C9FE-4BDD-965D-2F694E56E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5700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71C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71CF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EC5C3D"/>
    <w:pPr>
      <w:spacing w:before="100" w:beforeAutospacing="1" w:after="100" w:afterAutospacing="1"/>
      <w:outlineLvl w:val="3"/>
    </w:pPr>
    <w:rPr>
      <w:b/>
      <w:bCs/>
      <w:caps/>
      <w:color w:val="999999"/>
      <w:spacing w:val="4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EC5C3D"/>
    <w:rPr>
      <w:i/>
      <w:iCs/>
    </w:rPr>
  </w:style>
  <w:style w:type="character" w:styleId="Pogrubienie">
    <w:name w:val="Strong"/>
    <w:qFormat/>
    <w:rsid w:val="00EC5C3D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Preambuła,lp1,List Paragraph1,List Paragraph2,ISCG Numerowanie,Akapit z listą;1_literowka,1_literowka,Literowanie,Punktowanie,1) AaA,1_literowka Znak Znak,Literowanie Znak Znak,RR PGE Akapit z listą Znak Znak,Normal"/>
    <w:basedOn w:val="Normalny"/>
    <w:link w:val="AkapitzlistZnak"/>
    <w:uiPriority w:val="34"/>
    <w:qFormat/>
    <w:rsid w:val="001C141E"/>
    <w:pPr>
      <w:ind w:left="720"/>
      <w:contextualSpacing/>
    </w:pPr>
  </w:style>
  <w:style w:type="character" w:customStyle="1" w:styleId="h4span">
    <w:name w:val="h4span"/>
    <w:basedOn w:val="Domylnaczcionkaakapitu"/>
    <w:rsid w:val="009F5729"/>
  </w:style>
  <w:style w:type="character" w:styleId="UyteHipercze">
    <w:name w:val="FollowedHyperlink"/>
    <w:basedOn w:val="Domylnaczcionkaakapitu"/>
    <w:rsid w:val="009F5729"/>
    <w:rPr>
      <w:color w:val="800080" w:themeColor="followedHyperlink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4D13F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D13FE"/>
  </w:style>
  <w:style w:type="character" w:customStyle="1" w:styleId="AkapitzlistZnak">
    <w:name w:val="Akapit z listą Znak"/>
    <w:aliases w:val="RR PGE Akapit z listą Znak,Preambuła Znak,lp1 Znak,List Paragraph1 Znak,List Paragraph2 Znak,ISCG Numerowanie Znak,Akapit z listą;1_literowka Znak,1_literowka Znak,Literowanie Znak,Punktowanie Znak,1) AaA Znak,Normal Znak"/>
    <w:link w:val="Akapitzlist"/>
    <w:uiPriority w:val="34"/>
    <w:rsid w:val="00847F96"/>
    <w:rPr>
      <w:sz w:val="24"/>
      <w:szCs w:val="24"/>
    </w:rPr>
  </w:style>
  <w:style w:type="character" w:styleId="Odwoanieprzypisudolnego">
    <w:name w:val="footnote reference"/>
    <w:basedOn w:val="Domylnaczcionkaakapitu"/>
    <w:unhideWhenUsed/>
    <w:rsid w:val="00847F96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FE538D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E538D"/>
  </w:style>
  <w:style w:type="paragraph" w:styleId="Legenda">
    <w:name w:val="caption"/>
    <w:basedOn w:val="Normalny"/>
    <w:next w:val="Normalny"/>
    <w:qFormat/>
    <w:rsid w:val="00FE538D"/>
    <w:rPr>
      <w:rFonts w:ascii="Courier New" w:hAnsi="Courier New"/>
      <w:b/>
      <w:szCs w:val="20"/>
    </w:rPr>
  </w:style>
  <w:style w:type="character" w:styleId="Numerstrony">
    <w:name w:val="page number"/>
    <w:basedOn w:val="Domylnaczcionkaakapitu"/>
    <w:rsid w:val="0034309A"/>
  </w:style>
  <w:style w:type="paragraph" w:styleId="Tekstprzypisukocowego">
    <w:name w:val="endnote text"/>
    <w:basedOn w:val="Normalny"/>
    <w:link w:val="TekstprzypisukocowegoZnak"/>
    <w:uiPriority w:val="99"/>
    <w:rsid w:val="0034309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4309A"/>
  </w:style>
  <w:style w:type="character" w:styleId="Odwoanieprzypisukocowego">
    <w:name w:val="endnote reference"/>
    <w:uiPriority w:val="99"/>
    <w:rsid w:val="0034309A"/>
    <w:rPr>
      <w:vertAlign w:val="superscript"/>
    </w:rPr>
  </w:style>
  <w:style w:type="character" w:customStyle="1" w:styleId="alb-s">
    <w:name w:val="a_lb-s"/>
    <w:rsid w:val="00343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4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zemyslaw.jaworski\Pulpit\DOK_GK_PGE\12062013_LAST\25062013\Za&#322;_10_wymagania%20w%20stos_do%20dokumentu%20systemu%20zarz&#261;dz_2506201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-Type xmlns="http://schemas.microsoft.com/sharepoint/v3">application/vnd.openxmlformats-officedocument.wordprocessingml.document</Content-Type>
    <X-compTimeC xmlns="http://schemas.microsoft.com/sharepoint/v3">06:25:12</X-compTimeC>
    <SAP_GrupaMaterialowaOpis xmlns="http://schemas.microsoft.com/sharepoint/v3" xsi:nil="true"/>
    <dmsBaseDocSourceSystemModule xmlns="http://schemas.microsoft.com/sharepoint/v3" xsi:nil="true"/>
    <X-compDateC xmlns="http://schemas.microsoft.com/sharepoint/v3">2025-11-25</X-compDateC>
    <SAP_ZnacznikRODO xmlns="http://schemas.microsoft.com/sharepoint/v3" xsi:nil="true"/>
    <dmsBaseDocAuthor xmlns="http://schemas.microsoft.com/sharepoint/v3" xsi:nil="true"/>
    <SAP_GrupaMaterialowa xmlns="http://schemas.microsoft.com/sharepoint/v3" xsi:nil="true"/>
    <SAP_RodzajOpis xmlns="http://schemas.microsoft.com/sharepoint/v3">Zgłosz. Standardowe</SAP_RodzajOpis>
    <X-contRep xmlns="http://schemas.microsoft.com/sharepoint/v3">Z3</X-contRep>
    <SAP_KodObiektu xmlns="http://schemas.microsoft.com/sharepoint/v3" xsi:nil="true"/>
    <SAP_GlownaTabelaObiektu xmlns="http://schemas.microsoft.com/sharepoint/v3" xsi:nil="true"/>
    <SAP_NazwaDostawcy xmlns="http://schemas.microsoft.com/sharepoint/v3" xsi:nil="true"/>
    <SAP_Data xmlns="http://schemas.microsoft.com/sharepoint/v3">20251125</SAP_Data>
    <dmsBaseDocCompanyName xmlns="http://schemas.microsoft.com/sharepoint/v3" xsi:nil="true"/>
    <Content-Length xmlns="http://schemas.microsoft.com/sharepoint/v3">108006</Content-Length>
    <X-Content-Length xmlns="http://schemas.microsoft.com/sharepoint/v3">108006</X-Content-Length>
    <SAP_IDObiektu xmlns="http://schemas.microsoft.com/sharepoint/v3">1001097271</SAP_IDObiektu>
    <X-compDateM xmlns="http://schemas.microsoft.com/sharepoint/v3">2025-11-25</X-compDateM>
    <X-docId xmlns="http://schemas.microsoft.com/sharepoint/v3">0050568B60881FD0B2B8EFCE77FAFE3C</X-docId>
    <SAP_KrotkiText xmlns="http://schemas.microsoft.com/sharepoint/v3" xsi:nil="true"/>
    <docProt xmlns="http://schemas.microsoft.com/sharepoint/v3">rcud</docProt>
    <X-compTimeM xmlns="http://schemas.microsoft.com/sharepoint/v3">06:25:12</X-compTimeM>
    <SAP_DzialZaopatrzenia xmlns="http://schemas.microsoft.com/sharepoint/v3" xsi:nil="true"/>
    <SAP_MiastoDostawcy xmlns="http://schemas.microsoft.com/sharepoint/v3" xsi:nil="true"/>
    <SAP_GrupaZaopatrzeniowa xmlns="http://schemas.microsoft.com/sharepoint/v3" xsi:nil="true"/>
    <SAP_GrupaZaopatrzeniowaOpis xmlns="http://schemas.microsoft.com/sharepoint/v3">REM.205.US.KON.REM</SAP_GrupaZaopatrzeniowaOpis>
    <SAP_Rodzaj xmlns="http://schemas.microsoft.com/sharepoint/v3" xsi:nil="true"/>
    <charset xmlns="http://schemas.microsoft.com/sharepoint/v3" xsi:nil="true"/>
    <X-pVersion xmlns="http://schemas.microsoft.com/sharepoint/v3">0045</X-pVersion>
    <SAP_Dostawca xmlns="http://schemas.microsoft.com/sharepoint/v3" xsi:nil="true"/>
    <dmsBaseDocSourceSystem xmlns="http://schemas.microsoft.com/sharepoint/v3" xsi:nil="true"/>
    <DocStatus xmlns="http://schemas.microsoft.com/sharepoint/v3">Indexed</DocStatus>
    <SAP_DZialZaopatrzeniaOpis xmlns="http://schemas.microsoft.com/sharepoint/v3">PGE Energia Ciepła</SAP_DZialZaopatrzeniaOpis>
    <X-compId xmlns="http://schemas.microsoft.com/sharepoint/v3">data</X-compId>
    <_dlc_DocId xmlns="795885e0-0611-46e8-aa7d-6ce7adba2769">KFZCY3SEJTAH-134802028-1882137</_dlc_DocId>
    <_dlc_DocIdUrl xmlns="795885e0-0611-46e8-aa7d-6ce7adba2769">
      <Url>https://sap-mm.dms.gkpge.pl/_layouts/15/DocIdRedir.aspx?ID=KFZCY3SEJTAH-134802028-1882137</Url>
      <Description>KFZCY3SEJTAH-134802028-1882137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AP_MM_Document_Request" ma:contentTypeID="0x010199103002008C4E04FCD0358E4AAA65049C13F3AC16" ma:contentTypeVersion="0" ma:contentTypeDescription="SAP_MM Dokument Zapotrzebowanie" ma:contentTypeScope="" ma:versionID="f60f82a7ed1f3c3140bb841bd774020c">
  <xsd:schema xmlns:xsd="http://www.w3.org/2001/XMLSchema" xmlns:xs="http://www.w3.org/2001/XMLSchema" xmlns:p="http://schemas.microsoft.com/office/2006/metadata/properties" xmlns:ns1="http://schemas.microsoft.com/sharepoint/v3" xmlns:ns2="795885e0-0611-46e8-aa7d-6ce7adba2769" targetNamespace="http://schemas.microsoft.com/office/2006/metadata/properties" ma:root="true" ma:fieldsID="d57526acc012f687790dbc59ddb18027" ns1:_="" ns2:_="">
    <xsd:import namespace="http://schemas.microsoft.com/sharepoint/v3"/>
    <xsd:import namespace="795885e0-0611-46e8-aa7d-6ce7adba276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BaseDocSourceSystem" minOccurs="0"/>
                <xsd:element ref="ns1:dmsBaseDocSourceSystemModule" minOccurs="0"/>
                <xsd:element ref="ns1:dmsBaseDocCompanyName" minOccurs="0"/>
                <xsd:element ref="ns1:dmsBaseDocAuthor" minOccurs="0"/>
                <xsd:element ref="ns1:charset" minOccurs="0"/>
                <xsd:element ref="ns1:Content-Length" minOccurs="0"/>
                <xsd:element ref="ns1:Content-Type" minOccurs="0"/>
                <xsd:element ref="ns1:docProt" minOccurs="0"/>
                <xsd:element ref="ns1:X-compDateC" minOccurs="0"/>
                <xsd:element ref="ns1:X-compDateM" minOccurs="0"/>
                <xsd:element ref="ns1:X-compId" minOccurs="0"/>
                <xsd:element ref="ns1:X-compTimeC" minOccurs="0"/>
                <xsd:element ref="ns1:X-compTimeM" minOccurs="0"/>
                <xsd:element ref="ns1:X-Content-Length" minOccurs="0"/>
                <xsd:element ref="ns1:X-contRep" minOccurs="0"/>
                <xsd:element ref="ns1:X-docId" minOccurs="0"/>
                <xsd:element ref="ns1:X-pVersion" minOccurs="0"/>
                <xsd:element ref="ns1:DocStatus" minOccurs="0"/>
                <xsd:element ref="ns1:SAP_KodObiektu" minOccurs="0"/>
                <xsd:element ref="ns1:SAP_GlownaTabelaObiektu" minOccurs="0"/>
                <xsd:element ref="ns1:SAP_IDObiektu" minOccurs="0"/>
                <xsd:element ref="ns1:SAP_KrotkiText" minOccurs="0"/>
                <xsd:element ref="ns1:SAP_ZnacznikRODO" minOccurs="0"/>
                <xsd:element ref="ns1:SAP_DZialZaopatrzeniaOpis" minOccurs="0"/>
                <xsd:element ref="ns1:SAP_DzialZaopatrzenia" minOccurs="0"/>
                <xsd:element ref="ns1:SAP_GrupaMaterialowa" minOccurs="0"/>
                <xsd:element ref="ns1:SAP_GrupaMaterialowaOpis" minOccurs="0"/>
                <xsd:element ref="ns1:SAP_GrupaZaopatrzeniowa" minOccurs="0"/>
                <xsd:element ref="ns1:SAP_GrupaZaopatrzeniowaOpis" minOccurs="0"/>
                <xsd:element ref="ns1:SAP_Dostawca" minOccurs="0"/>
                <xsd:element ref="ns1:SAP_NazwaDostawcy" minOccurs="0"/>
                <xsd:element ref="ns1:SAP_MiastoDostawcy" minOccurs="0"/>
                <xsd:element ref="ns1:SAP_Data" minOccurs="0"/>
                <xsd:element ref="ns1:SAP_Rodzaj" minOccurs="0"/>
                <xsd:element ref="ns1:SAP_RodzajOpi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BaseDocSourceSystem" ma:index="11" nillable="true" ma:displayName="System źródłowy" ma:description="Nazwa systemu źródłowego" ma:internalName="dmsBaseDocSourceSystem">
      <xsd:simpleType>
        <xsd:restriction base="dms:Text">
          <xsd:maxLength value="255"/>
        </xsd:restriction>
      </xsd:simpleType>
    </xsd:element>
    <xsd:element name="dmsBaseDocSourceSystemModule" ma:index="12" nillable="true" ma:displayName="Moduł" ma:description="Nazwa modułu w systemie źródłowym" ma:internalName="dmsBaseDocSourceSystemModule">
      <xsd:simpleType>
        <xsd:restriction base="dms:Text">
          <xsd:maxLength value="255"/>
        </xsd:restriction>
      </xsd:simpleType>
    </xsd:element>
    <xsd:element name="dmsBaseDocCompanyName" ma:index="13" nillable="true" ma:displayName="Spółka" ma:description="Spółka źródłowa" ma:internalName="dmsBaseDocCompanyName">
      <xsd:simpleType>
        <xsd:restriction base="dms:Text">
          <xsd:maxLength value="255"/>
        </xsd:restriction>
      </xsd:simpleType>
    </xsd:element>
    <xsd:element name="dmsBaseDocAuthor" ma:index="14" nillable="true" ma:displayName="Autor" ma:description="Autor dokumentu" ma:internalName="dmsBaseDocAuthor">
      <xsd:simpleType>
        <xsd:restriction base="dms:Text">
          <xsd:maxLength value="255"/>
        </xsd:restriction>
      </xsd:simpleType>
    </xsd:element>
    <xsd:element name="charset" ma:index="15" nillable="true" ma:displayName="charset" ma:description="" ma:internalName="charset">
      <xsd:simpleType>
        <xsd:restriction base="dms:Text">
          <xsd:maxLength value="255"/>
        </xsd:restriction>
      </xsd:simpleType>
    </xsd:element>
    <xsd:element name="Content-Length" ma:index="16" nillable="true" ma:displayName="Content-Length" ma:description="" ma:internalName="Content_x002d_Length">
      <xsd:simpleType>
        <xsd:restriction base="dms:Text">
          <xsd:maxLength value="255"/>
        </xsd:restriction>
      </xsd:simpleType>
    </xsd:element>
    <xsd:element name="Content-Type" ma:index="17" nillable="true" ma:displayName="Content-Type" ma:description="" ma:internalName="Content_x002d_Type">
      <xsd:simpleType>
        <xsd:restriction base="dms:Text">
          <xsd:maxLength value="255"/>
        </xsd:restriction>
      </xsd:simpleType>
    </xsd:element>
    <xsd:element name="docProt" ma:index="18" nillable="true" ma:displayName="docProt" ma:description="" ma:internalName="docProt">
      <xsd:simpleType>
        <xsd:restriction base="dms:Text">
          <xsd:maxLength value="255"/>
        </xsd:restriction>
      </xsd:simpleType>
    </xsd:element>
    <xsd:element name="X-compDateC" ma:index="19" nillable="true" ma:displayName="X-compDateC" ma:description="" ma:internalName="X_x002d_compDateC">
      <xsd:simpleType>
        <xsd:restriction base="dms:Text">
          <xsd:maxLength value="255"/>
        </xsd:restriction>
      </xsd:simpleType>
    </xsd:element>
    <xsd:element name="X-compDateM" ma:index="20" nillable="true" ma:displayName="X-compDateM" ma:description="" ma:internalName="X_x002d_compDateM">
      <xsd:simpleType>
        <xsd:restriction base="dms:Text">
          <xsd:maxLength value="255"/>
        </xsd:restriction>
      </xsd:simpleType>
    </xsd:element>
    <xsd:element name="X-compId" ma:index="21" nillable="true" ma:displayName="X-compId" ma:description="" ma:internalName="X_x002d_compId">
      <xsd:simpleType>
        <xsd:restriction base="dms:Text">
          <xsd:maxLength value="255"/>
        </xsd:restriction>
      </xsd:simpleType>
    </xsd:element>
    <xsd:element name="X-compTimeC" ma:index="22" nillable="true" ma:displayName="X-compTimeC" ma:description="" ma:internalName="X_x002d_compTimeC">
      <xsd:simpleType>
        <xsd:restriction base="dms:Text">
          <xsd:maxLength value="255"/>
        </xsd:restriction>
      </xsd:simpleType>
    </xsd:element>
    <xsd:element name="X-compTimeM" ma:index="23" nillable="true" ma:displayName="X-compTimeM" ma:description="" ma:internalName="X_x002d_compTimeM">
      <xsd:simpleType>
        <xsd:restriction base="dms:Text">
          <xsd:maxLength value="255"/>
        </xsd:restriction>
      </xsd:simpleType>
    </xsd:element>
    <xsd:element name="X-Content-Length" ma:index="24" nillable="true" ma:displayName="X-Content-Length" ma:description="" ma:internalName="X_x002d_Content_x002d_Length">
      <xsd:simpleType>
        <xsd:restriction base="dms:Text">
          <xsd:maxLength value="255"/>
        </xsd:restriction>
      </xsd:simpleType>
    </xsd:element>
    <xsd:element name="X-contRep" ma:index="25" nillable="true" ma:displayName="X-contRep" ma:description="" ma:internalName="X_x002d_contRep">
      <xsd:simpleType>
        <xsd:restriction base="dms:Text">
          <xsd:maxLength value="255"/>
        </xsd:restriction>
      </xsd:simpleType>
    </xsd:element>
    <xsd:element name="X-docId" ma:index="26" nillable="true" ma:displayName="X-docId" ma:description="" ma:internalName="X_x002d_docId">
      <xsd:simpleType>
        <xsd:restriction base="dms:Text">
          <xsd:maxLength value="255"/>
        </xsd:restriction>
      </xsd:simpleType>
    </xsd:element>
    <xsd:element name="X-pVersion" ma:index="27" nillable="true" ma:displayName="X-pVersion" ma:description="" ma:internalName="X_x002d_pVersion">
      <xsd:simpleType>
        <xsd:restriction base="dms:Text">
          <xsd:maxLength value="255"/>
        </xsd:restriction>
      </xsd:simpleType>
    </xsd:element>
    <xsd:element name="DocStatus" ma:index="28" nillable="true" ma:displayName="DocStatus" ma:description="" ma:internalName="DocStatus">
      <xsd:simpleType>
        <xsd:restriction base="dms:Text">
          <xsd:maxLength value="255"/>
        </xsd:restriction>
      </xsd:simpleType>
    </xsd:element>
    <xsd:element name="SAP_KodObiektu" ma:index="29" nillable="true" ma:displayName="Kod obiektu" ma:description="" ma:internalName="SAP_KodObiektu">
      <xsd:simpleType>
        <xsd:restriction base="dms:Text">
          <xsd:maxLength value="255"/>
        </xsd:restriction>
      </xsd:simpleType>
    </xsd:element>
    <xsd:element name="SAP_GlownaTabelaObiektu" ma:index="30" nillable="true" ma:displayName="Główna tabela SAP" ma:description="" ma:internalName="SAP_GlownaTabelaObiektu">
      <xsd:simpleType>
        <xsd:restriction base="dms:Text">
          <xsd:maxLength value="255"/>
        </xsd:restriction>
      </xsd:simpleType>
    </xsd:element>
    <xsd:element name="SAP_IDObiektu" ma:index="31" nillable="true" ma:displayName="ID Obiektu" ma:description="" ma:internalName="SAP_IDObiektu">
      <xsd:simpleType>
        <xsd:restriction base="dms:Text">
          <xsd:maxLength value="255"/>
        </xsd:restriction>
      </xsd:simpleType>
    </xsd:element>
    <xsd:element name="SAP_KrotkiText" ma:index="32" nillable="true" ma:displayName="Krótki tekst" ma:description="[tablica-pole]" ma:internalName="SAP_KrotkiText">
      <xsd:simpleType>
        <xsd:restriction base="dms:Text">
          <xsd:maxLength value="255"/>
        </xsd:restriction>
      </xsd:simpleType>
    </xsd:element>
    <xsd:element name="SAP_ZnacznikRODO" ma:index="33" nillable="true" ma:displayName="Znacznik RODO" ma:description="" ma:internalName="SAP_ZnacznikRODO">
      <xsd:simpleType>
        <xsd:restriction base="dms:Text">
          <xsd:maxLength value="255"/>
        </xsd:restriction>
      </xsd:simpleType>
    </xsd:element>
    <xsd:element name="SAP_DZialZaopatrzeniaOpis" ma:index="34" nillable="true" ma:displayName="Dział zaopatrzenia - opis" ma:description="" ma:internalName="SAP_DZialZaopatrzeniaOpis">
      <xsd:simpleType>
        <xsd:restriction base="dms:Text">
          <xsd:maxLength value="255"/>
        </xsd:restriction>
      </xsd:simpleType>
    </xsd:element>
    <xsd:element name="SAP_DzialZaopatrzenia" ma:index="35" nillable="true" ma:displayName="Dział zaopatrzenia" ma:description="" ma:internalName="SAP_DzialZaopatrzenia">
      <xsd:simpleType>
        <xsd:restriction base="dms:Text">
          <xsd:maxLength value="255"/>
        </xsd:restriction>
      </xsd:simpleType>
    </xsd:element>
    <xsd:element name="SAP_GrupaMaterialowa" ma:index="36" nillable="true" ma:displayName="Grupa materiałowa" ma:description="" ma:internalName="SAP_GrupaMaterialowa">
      <xsd:simpleType>
        <xsd:restriction base="dms:Text">
          <xsd:maxLength value="255"/>
        </xsd:restriction>
      </xsd:simpleType>
    </xsd:element>
    <xsd:element name="SAP_GrupaMaterialowaOpis" ma:index="37" nillable="true" ma:displayName="Grupa materiałowa - opis" ma:description="" ma:internalName="SAP_GrupaMaterialowaOpis">
      <xsd:simpleType>
        <xsd:restriction base="dms:Text">
          <xsd:maxLength value="255"/>
        </xsd:restriction>
      </xsd:simpleType>
    </xsd:element>
    <xsd:element name="SAP_GrupaZaopatrzeniowa" ma:index="38" nillable="true" ma:displayName="Grupa zaopatrzeniowa" ma:description="" ma:internalName="SAP_GrupaZaopatrzeniowa">
      <xsd:simpleType>
        <xsd:restriction base="dms:Text">
          <xsd:maxLength value="255"/>
        </xsd:restriction>
      </xsd:simpleType>
    </xsd:element>
    <xsd:element name="SAP_GrupaZaopatrzeniowaOpis" ma:index="39" nillable="true" ma:displayName="Grupa zaopatrzeniowa - opis" ma:description="" ma:internalName="SAP_GrupaZaopatrzeniowaOpis">
      <xsd:simpleType>
        <xsd:restriction base="dms:Text">
          <xsd:maxLength value="255"/>
        </xsd:restriction>
      </xsd:simpleType>
    </xsd:element>
    <xsd:element name="SAP_Dostawca" ma:index="40" nillable="true" ma:displayName="Dostawca" ma:description="" ma:internalName="SAP_Dostawca">
      <xsd:simpleType>
        <xsd:restriction base="dms:Text">
          <xsd:maxLength value="255"/>
        </xsd:restriction>
      </xsd:simpleType>
    </xsd:element>
    <xsd:element name="SAP_NazwaDostawcy" ma:index="41" nillable="true" ma:displayName="Nazwa dostawcy" ma:description="" ma:internalName="SAP_NazwaDostawcy">
      <xsd:simpleType>
        <xsd:restriction base="dms:Text">
          <xsd:maxLength value="255"/>
        </xsd:restriction>
      </xsd:simpleType>
    </xsd:element>
    <xsd:element name="SAP_MiastoDostawcy" ma:index="42" nillable="true" ma:displayName="Miasto dostawcy" ma:description="" ma:internalName="SAP_MiastoDostawcy">
      <xsd:simpleType>
        <xsd:restriction base="dms:Text">
          <xsd:maxLength value="255"/>
        </xsd:restriction>
      </xsd:simpleType>
    </xsd:element>
    <xsd:element name="SAP_Data" ma:index="43" nillable="true" ma:displayName="Data" ma:description="" ma:internalName="SAP_Data">
      <xsd:simpleType>
        <xsd:restriction base="dms:Text">
          <xsd:maxLength value="255"/>
        </xsd:restriction>
      </xsd:simpleType>
    </xsd:element>
    <xsd:element name="SAP_Rodzaj" ma:index="44" nillable="true" ma:displayName="Rodzaj" ma:description="" ma:internalName="SAP_Rodzaj">
      <xsd:simpleType>
        <xsd:restriction base="dms:Text">
          <xsd:maxLength value="255"/>
        </xsd:restriction>
      </xsd:simpleType>
    </xsd:element>
    <xsd:element name="SAP_RodzajOpis" ma:index="45" nillable="true" ma:displayName="Rodzaj - opis" ma:description="" ma:internalName="SAP_RodzajOpi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5885e0-0611-46e8-aa7d-6ce7adba276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5BD781-9A3C-4DC8-91BD-82A9DBF67E5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B156334-EA98-4630-9D15-BE1CD9ADC4B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95885e0-0611-46e8-aa7d-6ce7adba2769"/>
  </ds:schemaRefs>
</ds:datastoreItem>
</file>

<file path=customXml/itemProps3.xml><?xml version="1.0" encoding="utf-8"?>
<ds:datastoreItem xmlns:ds="http://schemas.openxmlformats.org/officeDocument/2006/customXml" ds:itemID="{728026D3-6D2C-4BC7-B84B-7801C4D1F1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95885e0-0611-46e8-aa7d-6ce7adba27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60FC16-AC13-4EA8-AD28-C9FF1C074E5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A94099E-D6BB-43C2-A0C5-6140F19CB7CC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D925F68-7342-4306-B8B8-67B8C25B7B99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CC60E392-8098-4B11-9C2D-3AC08C6937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Zał_10_wymagania w stos_do dokumentu systemu zarządz_25062013</Template>
  <TotalTime>4</TotalTime>
  <Pages>1</Pages>
  <Words>32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Zakupów PGE Polska Grupa Energetyczna S.A.</vt:lpstr>
    </vt:vector>
  </TitlesOfParts>
  <Company>PGE Polska Grupa Energetyczna S.A.</Company>
  <LinksUpToDate>false</LinksUpToDate>
  <CharactersWithSpaces>225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Zakupów PGE Polska Grupa Energetyczna S.A.</dc:title>
  <dc:creator>Rawa Joanna [PGE S.A.]</dc:creator>
  <cp:lastModifiedBy>Matyszewski Robert [PGE EC S.A.]</cp:lastModifiedBy>
  <cp:revision>7</cp:revision>
  <cp:lastPrinted>2025-02-07T09:15:00Z</cp:lastPrinted>
  <dcterms:created xsi:type="dcterms:W3CDTF">2025-11-25T12:24:00Z</dcterms:created>
  <dcterms:modified xsi:type="dcterms:W3CDTF">2025-12-01T09:09:00Z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0x010199103002008C4E04FCD0358E4AAA65049C13F3AC16</vt:lpwstr>
  </property>
  <property fmtid="{D5CDD505-2E9C-101B-9397-08002B2CF9AE}" pid="3" name="ClassificationContentMarkingHeaderShapeIds">
    <vt:lpwstr>367835e6,9e411f6,31d60e36</vt:lpwstr>
  </property>
  <property fmtid="{D5CDD505-2E9C-101B-9397-08002B2CF9AE}" pid="4" name="ClassificationContentMarkingHeaderFontProps">
    <vt:lpwstr>#008000,10,Calibri</vt:lpwstr>
  </property>
  <property fmtid="{D5CDD505-2E9C-101B-9397-08002B2CF9AE}" pid="5" name="ClassificationContentMarkingHeaderText">
    <vt:lpwstr>Do użytku wewnętrznego w GK PGE</vt:lpwstr>
  </property>
  <property fmtid="{D5CDD505-2E9C-101B-9397-08002B2CF9AE}" pid="6" name="MSIP_Label_514114f9-be46-4331-8fe2-8a463f84c1e9_Enabled">
    <vt:lpwstr>true</vt:lpwstr>
  </property>
  <property fmtid="{D5CDD505-2E9C-101B-9397-08002B2CF9AE}" pid="7" name="MSIP_Label_514114f9-be46-4331-8fe2-8a463f84c1e9_SetDate">
    <vt:lpwstr>2025-11-21T06:50:57Z</vt:lpwstr>
  </property>
  <property fmtid="{D5CDD505-2E9C-101B-9397-08002B2CF9AE}" pid="8" name="MSIP_Label_514114f9-be46-4331-8fe2-8a463f84c1e9_Method">
    <vt:lpwstr>Privileged</vt:lpwstr>
  </property>
  <property fmtid="{D5CDD505-2E9C-101B-9397-08002B2CF9AE}" pid="9" name="MSIP_Label_514114f9-be46-4331-8fe2-8a463f84c1e9_Name">
    <vt:lpwstr>ALL-Wewnetrzne-w-GK-PGE</vt:lpwstr>
  </property>
  <property fmtid="{D5CDD505-2E9C-101B-9397-08002B2CF9AE}" pid="10" name="MSIP_Label_514114f9-be46-4331-8fe2-8a463f84c1e9_SiteId">
    <vt:lpwstr>e9895a11-04dc-4848-aa12-7fca9faefb60</vt:lpwstr>
  </property>
  <property fmtid="{D5CDD505-2E9C-101B-9397-08002B2CF9AE}" pid="11" name="MSIP_Label_514114f9-be46-4331-8fe2-8a463f84c1e9_ActionId">
    <vt:lpwstr>60a765ef-e296-4ec4-b376-bdd3e760dc0a</vt:lpwstr>
  </property>
  <property fmtid="{D5CDD505-2E9C-101B-9397-08002B2CF9AE}" pid="12" name="MSIP_Label_514114f9-be46-4331-8fe2-8a463f84c1e9_ContentBits">
    <vt:lpwstr>1</vt:lpwstr>
  </property>
  <property fmtid="{D5CDD505-2E9C-101B-9397-08002B2CF9AE}" pid="13" name="_dlc_DocIdItemGuid">
    <vt:lpwstr>f2e66b8e-41ad-4b5f-a28e-78015cfe3b6d</vt:lpwstr>
  </property>
</Properties>
</file>